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4F" w:rsidRPr="00E50064" w:rsidRDefault="0002014F" w:rsidP="00E50064">
      <w:pPr>
        <w:pStyle w:val="Heading1"/>
        <w:spacing w:line="360" w:lineRule="auto"/>
        <w:jc w:val="center"/>
        <w:rPr>
          <w:rFonts w:ascii="Times New Roman" w:hAnsi="Times New Roman" w:cs="Times New Roman"/>
          <w:bCs w:val="0"/>
          <w:iCs/>
          <w:color w:val="000000"/>
        </w:rPr>
      </w:pPr>
      <w:r w:rsidRPr="00E50064">
        <w:rPr>
          <w:rFonts w:ascii="Times New Roman" w:hAnsi="Times New Roman" w:cs="Times New Roman"/>
          <w:bCs w:val="0"/>
          <w:iCs/>
          <w:color w:val="000000"/>
          <w:u w:val="single"/>
        </w:rPr>
        <w:t>Тема</w:t>
      </w:r>
      <w:r w:rsidRPr="00E50064">
        <w:rPr>
          <w:rFonts w:ascii="Times New Roman" w:hAnsi="Times New Roman" w:cs="Times New Roman"/>
          <w:bCs w:val="0"/>
          <w:iCs/>
          <w:color w:val="000000"/>
        </w:rPr>
        <w:t xml:space="preserve">: Обобщающий урок по теме </w:t>
      </w:r>
      <w:r>
        <w:rPr>
          <w:rFonts w:ascii="Times New Roman" w:hAnsi="Times New Roman" w:cs="Times New Roman"/>
          <w:bCs w:val="0"/>
          <w:iCs/>
          <w:color w:val="000000"/>
        </w:rPr>
        <w:t>«</w:t>
      </w:r>
      <w:r w:rsidRPr="00E50064">
        <w:rPr>
          <w:rFonts w:ascii="Times New Roman" w:hAnsi="Times New Roman" w:cs="Times New Roman"/>
          <w:bCs w:val="0"/>
          <w:iCs/>
          <w:color w:val="000000"/>
        </w:rPr>
        <w:t xml:space="preserve">Путешествие в </w:t>
      </w:r>
      <w:r>
        <w:rPr>
          <w:rFonts w:ascii="Times New Roman" w:hAnsi="Times New Roman" w:cs="Times New Roman"/>
          <w:bCs w:val="0"/>
          <w:iCs/>
          <w:color w:val="000000"/>
        </w:rPr>
        <w:t>С</w:t>
      </w:r>
      <w:r w:rsidRPr="00E50064">
        <w:rPr>
          <w:rFonts w:ascii="Times New Roman" w:hAnsi="Times New Roman" w:cs="Times New Roman"/>
          <w:bCs w:val="0"/>
          <w:iCs/>
          <w:color w:val="000000"/>
        </w:rPr>
        <w:t>трану синтаксиса и пунктуации</w:t>
      </w:r>
      <w:r>
        <w:rPr>
          <w:rFonts w:ascii="Times New Roman" w:hAnsi="Times New Roman" w:cs="Times New Roman"/>
          <w:bCs w:val="0"/>
          <w:iCs/>
          <w:color w:val="000000"/>
        </w:rPr>
        <w:t>:</w:t>
      </w:r>
    </w:p>
    <w:p w:rsidR="0002014F" w:rsidRPr="00E50064" w:rsidRDefault="0002014F" w:rsidP="00E50064">
      <w:pPr>
        <w:spacing w:line="360" w:lineRule="auto"/>
        <w:jc w:val="both"/>
        <w:rPr>
          <w:bCs/>
          <w:sz w:val="28"/>
          <w:szCs w:val="28"/>
        </w:rPr>
      </w:pPr>
      <w:r w:rsidRPr="00E50064">
        <w:rPr>
          <w:b/>
          <w:bCs/>
          <w:sz w:val="28"/>
          <w:szCs w:val="28"/>
        </w:rPr>
        <w:t xml:space="preserve">Учитель: </w:t>
      </w:r>
      <w:r w:rsidRPr="00E50064">
        <w:rPr>
          <w:bCs/>
          <w:sz w:val="28"/>
          <w:szCs w:val="28"/>
        </w:rPr>
        <w:t>Храменкова Валентина Ивановна</w:t>
      </w:r>
    </w:p>
    <w:p w:rsidR="0002014F" w:rsidRPr="00E50064" w:rsidRDefault="0002014F" w:rsidP="00E50064">
      <w:pPr>
        <w:spacing w:line="360" w:lineRule="auto"/>
        <w:jc w:val="both"/>
        <w:rPr>
          <w:bCs/>
          <w:sz w:val="28"/>
          <w:szCs w:val="28"/>
        </w:rPr>
      </w:pPr>
      <w:r w:rsidRPr="00E50064">
        <w:rPr>
          <w:b/>
          <w:bCs/>
          <w:sz w:val="28"/>
          <w:szCs w:val="28"/>
        </w:rPr>
        <w:t>Класс:</w:t>
      </w:r>
      <w:r w:rsidRPr="00E50064">
        <w:rPr>
          <w:bCs/>
          <w:sz w:val="28"/>
          <w:szCs w:val="28"/>
        </w:rPr>
        <w:t xml:space="preserve"> 5</w:t>
      </w:r>
    </w:p>
    <w:p w:rsidR="0002014F" w:rsidRPr="00E50064" w:rsidRDefault="0002014F" w:rsidP="00451DD3">
      <w:pPr>
        <w:pStyle w:val="ListParagraph"/>
        <w:spacing w:line="360" w:lineRule="auto"/>
        <w:ind w:left="0"/>
        <w:jc w:val="both"/>
        <w:rPr>
          <w:sz w:val="28"/>
          <w:szCs w:val="28"/>
        </w:rPr>
      </w:pPr>
      <w:r w:rsidRPr="00E50064">
        <w:rPr>
          <w:b/>
          <w:bCs/>
          <w:sz w:val="28"/>
          <w:szCs w:val="28"/>
        </w:rPr>
        <w:t>Тип урока:</w:t>
      </w:r>
      <w:r w:rsidRPr="006E271F">
        <w:rPr>
          <w:sz w:val="24"/>
          <w:szCs w:val="24"/>
        </w:rPr>
        <w:t xml:space="preserve"> </w:t>
      </w:r>
      <w:r w:rsidRPr="006E271F">
        <w:rPr>
          <w:sz w:val="28"/>
          <w:szCs w:val="28"/>
        </w:rPr>
        <w:t>урок обобщения и систематизации материала по разделу.</w:t>
      </w:r>
    </w:p>
    <w:p w:rsidR="0002014F" w:rsidRPr="00E50064" w:rsidRDefault="0002014F" w:rsidP="00451DD3">
      <w:pPr>
        <w:pStyle w:val="ListParagraph"/>
        <w:spacing w:line="360" w:lineRule="auto"/>
        <w:ind w:left="0"/>
        <w:jc w:val="both"/>
        <w:rPr>
          <w:sz w:val="28"/>
          <w:szCs w:val="28"/>
        </w:rPr>
      </w:pPr>
      <w:r w:rsidRPr="00E50064">
        <w:rPr>
          <w:b/>
          <w:bCs/>
          <w:sz w:val="28"/>
          <w:szCs w:val="28"/>
        </w:rPr>
        <w:t xml:space="preserve">Форма урока: </w:t>
      </w:r>
      <w:r w:rsidRPr="00E50064">
        <w:rPr>
          <w:sz w:val="28"/>
          <w:szCs w:val="28"/>
        </w:rPr>
        <w:t>урок-игра.</w:t>
      </w:r>
    </w:p>
    <w:p w:rsidR="0002014F" w:rsidRPr="00D97265" w:rsidRDefault="0002014F" w:rsidP="003A6BA4">
      <w:pPr>
        <w:shd w:val="clear" w:color="auto" w:fill="FFFFFF"/>
        <w:spacing w:line="293" w:lineRule="atLeast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Цель:</w:t>
      </w:r>
      <w:r>
        <w:rPr>
          <w:b/>
          <w:bCs/>
          <w:color w:val="auto"/>
          <w:kern w:val="0"/>
          <w:sz w:val="28"/>
          <w:szCs w:val="28"/>
        </w:rPr>
        <w:t xml:space="preserve"> </w:t>
      </w:r>
      <w:r w:rsidRPr="00D97265">
        <w:rPr>
          <w:color w:val="auto"/>
          <w:kern w:val="0"/>
          <w:sz w:val="28"/>
          <w:szCs w:val="28"/>
        </w:rPr>
        <w:t>обобщение и закрепление знаний, полученных при изучении раздела «Синтаксис и пунктуация» в связи с другими разделами русского языка.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b/>
          <w:bCs/>
          <w:color w:val="auto"/>
          <w:kern w:val="0"/>
          <w:sz w:val="28"/>
          <w:szCs w:val="28"/>
        </w:rPr>
      </w:pP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Задачи:</w:t>
      </w:r>
    </w:p>
    <w:p w:rsidR="0002014F" w:rsidRPr="00D97265" w:rsidRDefault="0002014F" w:rsidP="003A6BA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jc w:val="both"/>
        <w:rPr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П</w:t>
      </w:r>
      <w:r w:rsidRPr="00D97265">
        <w:rPr>
          <w:b/>
          <w:bCs/>
          <w:color w:val="auto"/>
          <w:kern w:val="0"/>
          <w:sz w:val="28"/>
          <w:szCs w:val="28"/>
        </w:rPr>
        <w:t>редметная:</w:t>
      </w:r>
      <w:r>
        <w:rPr>
          <w:color w:val="auto"/>
          <w:kern w:val="0"/>
          <w:sz w:val="28"/>
          <w:szCs w:val="28"/>
        </w:rPr>
        <w:t xml:space="preserve"> </w:t>
      </w:r>
      <w:r w:rsidRPr="00D97265">
        <w:rPr>
          <w:color w:val="auto"/>
          <w:kern w:val="0"/>
          <w:sz w:val="28"/>
          <w:szCs w:val="28"/>
        </w:rPr>
        <w:t>повторить основные понятия, изученные в разделе «Синта</w:t>
      </w:r>
      <w:r w:rsidRPr="00D97265">
        <w:rPr>
          <w:color w:val="auto"/>
          <w:kern w:val="0"/>
          <w:sz w:val="28"/>
          <w:szCs w:val="28"/>
        </w:rPr>
        <w:t>к</w:t>
      </w:r>
      <w:r w:rsidRPr="00D97265">
        <w:rPr>
          <w:color w:val="auto"/>
          <w:kern w:val="0"/>
          <w:sz w:val="28"/>
          <w:szCs w:val="28"/>
        </w:rPr>
        <w:t>сис и пунктуация»</w:t>
      </w:r>
      <w:r>
        <w:rPr>
          <w:color w:val="auto"/>
          <w:kern w:val="0"/>
          <w:sz w:val="28"/>
          <w:szCs w:val="28"/>
        </w:rPr>
        <w:t>.</w:t>
      </w:r>
    </w:p>
    <w:p w:rsidR="0002014F" w:rsidRDefault="0002014F" w:rsidP="003A6BA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color w:val="auto"/>
          <w:kern w:val="0"/>
          <w:sz w:val="28"/>
          <w:szCs w:val="28"/>
        </w:rPr>
      </w:pPr>
      <w:r w:rsidRPr="003A6BA4">
        <w:rPr>
          <w:b/>
          <w:bCs/>
          <w:color w:val="auto"/>
          <w:kern w:val="0"/>
          <w:sz w:val="28"/>
          <w:szCs w:val="28"/>
        </w:rPr>
        <w:t xml:space="preserve">Коммуникативная: </w:t>
      </w:r>
      <w:r w:rsidRPr="00D97265">
        <w:rPr>
          <w:color w:val="auto"/>
          <w:kern w:val="0"/>
          <w:sz w:val="28"/>
          <w:szCs w:val="28"/>
        </w:rPr>
        <w:t>развивать умение систематизировать изученный м</w:t>
      </w:r>
      <w:r w:rsidRPr="00D97265">
        <w:rPr>
          <w:color w:val="auto"/>
          <w:kern w:val="0"/>
          <w:sz w:val="28"/>
          <w:szCs w:val="28"/>
        </w:rPr>
        <w:t>а</w:t>
      </w:r>
      <w:r w:rsidRPr="00D97265">
        <w:rPr>
          <w:color w:val="auto"/>
          <w:kern w:val="0"/>
          <w:sz w:val="28"/>
          <w:szCs w:val="28"/>
        </w:rPr>
        <w:t>териал, умение сравнивать, проводить связь между другими языковыми п</w:t>
      </w:r>
      <w:r w:rsidRPr="00D97265">
        <w:rPr>
          <w:color w:val="auto"/>
          <w:kern w:val="0"/>
          <w:sz w:val="28"/>
          <w:szCs w:val="28"/>
        </w:rPr>
        <w:t>о</w:t>
      </w:r>
      <w:r w:rsidRPr="00D97265">
        <w:rPr>
          <w:color w:val="auto"/>
          <w:kern w:val="0"/>
          <w:sz w:val="28"/>
          <w:szCs w:val="28"/>
        </w:rPr>
        <w:t>нятиями. Развитие орфографической зоркости, логического мышления</w:t>
      </w:r>
      <w:r>
        <w:rPr>
          <w:color w:val="auto"/>
          <w:kern w:val="0"/>
          <w:sz w:val="28"/>
          <w:szCs w:val="28"/>
        </w:rPr>
        <w:t>.</w:t>
      </w:r>
    </w:p>
    <w:p w:rsidR="0002014F" w:rsidRPr="003A6BA4" w:rsidRDefault="0002014F" w:rsidP="003A6BA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color w:val="auto"/>
          <w:kern w:val="0"/>
          <w:sz w:val="28"/>
          <w:szCs w:val="28"/>
        </w:rPr>
      </w:pPr>
      <w:r w:rsidRPr="003A6BA4">
        <w:rPr>
          <w:b/>
          <w:bCs/>
          <w:color w:val="auto"/>
          <w:kern w:val="0"/>
          <w:sz w:val="28"/>
          <w:szCs w:val="28"/>
        </w:rPr>
        <w:t>Личностная: </w:t>
      </w:r>
      <w:r w:rsidRPr="00D97265">
        <w:rPr>
          <w:color w:val="auto"/>
          <w:kern w:val="0"/>
          <w:sz w:val="28"/>
          <w:szCs w:val="28"/>
        </w:rPr>
        <w:t>воспитывать личностные качества - самоконтроль, самоан</w:t>
      </w:r>
      <w:r w:rsidRPr="00D97265">
        <w:rPr>
          <w:color w:val="auto"/>
          <w:kern w:val="0"/>
          <w:sz w:val="28"/>
          <w:szCs w:val="28"/>
        </w:rPr>
        <w:t>а</w:t>
      </w:r>
      <w:r w:rsidRPr="00D97265">
        <w:rPr>
          <w:color w:val="auto"/>
          <w:kern w:val="0"/>
          <w:sz w:val="28"/>
          <w:szCs w:val="28"/>
        </w:rPr>
        <w:t>лиз, мотивацию, целеустремленность. Воспитание любви к родному языку</w:t>
      </w:r>
      <w:r w:rsidRPr="003A6BA4">
        <w:rPr>
          <w:color w:val="auto"/>
          <w:kern w:val="0"/>
          <w:sz w:val="28"/>
          <w:szCs w:val="28"/>
        </w:rPr>
        <w:t>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Планируемые результаты: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- личностные УУД: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Положительное отношение к уроку, понимание необходимости учения;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Следование в поведении моральным и этическим требованиям;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-регулятивные УУД: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Понимать и строить планируемые действия;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Проговаривать вслух последовательность производимых действий.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- коммуникативные УУД: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Развивать умение работать с информацией на уроке, связно излагать мысли;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Сохранять и развивать умение сотрудничать в паре и группе. Отвечать на в</w:t>
      </w:r>
      <w:r w:rsidRPr="00D97265">
        <w:rPr>
          <w:color w:val="auto"/>
          <w:kern w:val="0"/>
          <w:sz w:val="28"/>
          <w:szCs w:val="28"/>
        </w:rPr>
        <w:t>о</w:t>
      </w:r>
      <w:r w:rsidRPr="00D97265">
        <w:rPr>
          <w:color w:val="auto"/>
          <w:kern w:val="0"/>
          <w:sz w:val="28"/>
          <w:szCs w:val="28"/>
        </w:rPr>
        <w:t>просы, слушать и слышать;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Формулировать, высказывать и обосновывать свою точку зрения.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- познавательные УУД: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Понимать и интегрировать информацию в имеющийся запас знаний, прео</w:t>
      </w:r>
      <w:r w:rsidRPr="00D97265">
        <w:rPr>
          <w:color w:val="auto"/>
          <w:kern w:val="0"/>
          <w:sz w:val="28"/>
          <w:szCs w:val="28"/>
        </w:rPr>
        <w:t>б</w:t>
      </w:r>
      <w:r w:rsidRPr="00D97265">
        <w:rPr>
          <w:color w:val="auto"/>
          <w:kern w:val="0"/>
          <w:sz w:val="28"/>
          <w:szCs w:val="28"/>
        </w:rPr>
        <w:t>разовывать, структурировать и применять.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Извлекать нужную информацию.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bCs/>
          <w:color w:val="auto"/>
          <w:kern w:val="0"/>
          <w:sz w:val="28"/>
          <w:szCs w:val="28"/>
        </w:rPr>
        <w:t>Здоровьесберегающие компоненты урока: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1) чередование видов учебной деятельности: письмо, ответы на вопросы, чтение, сопоставление примеров, устная работа с текстом;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2) чередование видов преподавания: наглядный, словесный, практический;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color w:val="auto"/>
          <w:kern w:val="0"/>
          <w:sz w:val="28"/>
          <w:szCs w:val="28"/>
        </w:rPr>
        <w:t>3) контроль за осанкой учащихся, наличие физкультурной паузы, направле</w:t>
      </w:r>
      <w:r w:rsidRPr="00D97265">
        <w:rPr>
          <w:color w:val="auto"/>
          <w:kern w:val="0"/>
          <w:sz w:val="28"/>
          <w:szCs w:val="28"/>
        </w:rPr>
        <w:t>н</w:t>
      </w:r>
      <w:r w:rsidRPr="00D97265">
        <w:rPr>
          <w:color w:val="auto"/>
          <w:kern w:val="0"/>
          <w:sz w:val="28"/>
          <w:szCs w:val="28"/>
        </w:rPr>
        <w:t>ной на снятие мышечной усталости.</w:t>
      </w:r>
    </w:p>
    <w:p w:rsidR="0002014F" w:rsidRPr="00D97265" w:rsidRDefault="0002014F" w:rsidP="003A6BA4">
      <w:pPr>
        <w:shd w:val="clear" w:color="auto" w:fill="FFFFFF"/>
        <w:spacing w:line="360" w:lineRule="auto"/>
        <w:jc w:val="both"/>
        <w:rPr>
          <w:color w:val="auto"/>
          <w:kern w:val="0"/>
          <w:sz w:val="28"/>
          <w:szCs w:val="28"/>
        </w:rPr>
      </w:pPr>
      <w:r w:rsidRPr="00D97265">
        <w:rPr>
          <w:b/>
          <w:color w:val="auto"/>
          <w:kern w:val="0"/>
          <w:sz w:val="28"/>
          <w:szCs w:val="28"/>
        </w:rPr>
        <w:t>Предварительная работа:</w:t>
      </w:r>
      <w:r w:rsidRPr="00D97265">
        <w:rPr>
          <w:color w:val="auto"/>
          <w:kern w:val="0"/>
          <w:sz w:val="28"/>
          <w:szCs w:val="28"/>
        </w:rPr>
        <w:t xml:space="preserve"> разделение учащихся на группы, подготовка ра</w:t>
      </w:r>
      <w:r w:rsidRPr="00D97265">
        <w:rPr>
          <w:color w:val="auto"/>
          <w:kern w:val="0"/>
          <w:sz w:val="28"/>
          <w:szCs w:val="28"/>
        </w:rPr>
        <w:t>з</w:t>
      </w:r>
      <w:r w:rsidRPr="00D97265">
        <w:rPr>
          <w:color w:val="auto"/>
          <w:kern w:val="0"/>
          <w:sz w:val="28"/>
          <w:szCs w:val="28"/>
        </w:rPr>
        <w:t>даточного материала.</w:t>
      </w:r>
    </w:p>
    <w:p w:rsidR="0002014F" w:rsidRPr="000910B4" w:rsidRDefault="0002014F" w:rsidP="00451DD3">
      <w:pPr>
        <w:spacing w:line="360" w:lineRule="auto"/>
        <w:rPr>
          <w:bCs/>
          <w:sz w:val="28"/>
          <w:szCs w:val="28"/>
        </w:rPr>
      </w:pPr>
      <w:r w:rsidRPr="000910B4">
        <w:rPr>
          <w:sz w:val="28"/>
          <w:szCs w:val="28"/>
        </w:rPr>
        <w:t>Формы работы: индивидуальная, фронтальная, работа в парах, группах.</w:t>
      </w:r>
    </w:p>
    <w:p w:rsidR="0002014F" w:rsidRPr="006E271F" w:rsidRDefault="0002014F" w:rsidP="00451DD3">
      <w:pPr>
        <w:pStyle w:val="ListParagraph"/>
        <w:spacing w:line="360" w:lineRule="auto"/>
        <w:ind w:left="0"/>
        <w:jc w:val="both"/>
        <w:rPr>
          <w:sz w:val="28"/>
          <w:szCs w:val="28"/>
        </w:rPr>
      </w:pPr>
      <w:r w:rsidRPr="006E271F">
        <w:rPr>
          <w:b/>
          <w:bCs/>
          <w:sz w:val="28"/>
          <w:szCs w:val="28"/>
        </w:rPr>
        <w:t>Технические требования к уроку:</w:t>
      </w:r>
      <w:r w:rsidRPr="006E271F">
        <w:rPr>
          <w:bCs/>
          <w:sz w:val="28"/>
          <w:szCs w:val="28"/>
        </w:rPr>
        <w:t xml:space="preserve"> </w:t>
      </w:r>
      <w:r w:rsidRPr="006E271F">
        <w:rPr>
          <w:sz w:val="28"/>
          <w:szCs w:val="28"/>
        </w:rPr>
        <w:t>ноутбук, мультимедийный проектор, э</w:t>
      </w:r>
      <w:r w:rsidRPr="006E271F">
        <w:rPr>
          <w:sz w:val="28"/>
          <w:szCs w:val="28"/>
        </w:rPr>
        <w:t>к</w:t>
      </w:r>
      <w:r w:rsidRPr="006E271F">
        <w:rPr>
          <w:sz w:val="28"/>
          <w:szCs w:val="28"/>
        </w:rPr>
        <w:t>ран.</w:t>
      </w:r>
    </w:p>
    <w:p w:rsidR="0002014F" w:rsidRPr="000910B4" w:rsidRDefault="0002014F" w:rsidP="00451DD3">
      <w:pPr>
        <w:pStyle w:val="ListParagraph"/>
        <w:spacing w:line="360" w:lineRule="auto"/>
        <w:ind w:left="0"/>
        <w:jc w:val="both"/>
        <w:rPr>
          <w:sz w:val="28"/>
          <w:szCs w:val="28"/>
        </w:rPr>
      </w:pPr>
      <w:r w:rsidRPr="006E271F">
        <w:rPr>
          <w:b/>
          <w:bCs/>
          <w:sz w:val="28"/>
          <w:szCs w:val="28"/>
        </w:rPr>
        <w:t>Оборудование:</w:t>
      </w:r>
      <w:r w:rsidRPr="006E271F">
        <w:rPr>
          <w:sz w:val="28"/>
          <w:szCs w:val="28"/>
        </w:rPr>
        <w:t xml:space="preserve"> </w:t>
      </w:r>
      <w:r>
        <w:rPr>
          <w:sz w:val="28"/>
          <w:szCs w:val="28"/>
        </w:rPr>
        <w:t>ноутбук, мультимедийный проектор, экран, презентация</w:t>
      </w:r>
      <w:r w:rsidRPr="007456D3">
        <w:rPr>
          <w:sz w:val="28"/>
          <w:szCs w:val="28"/>
        </w:rPr>
        <w:t xml:space="preserve">,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даточный материал</w:t>
      </w:r>
      <w:r w:rsidRPr="000910B4">
        <w:rPr>
          <w:sz w:val="28"/>
          <w:szCs w:val="28"/>
        </w:rPr>
        <w:t xml:space="preserve"> (приложение).</w:t>
      </w:r>
    </w:p>
    <w:p w:rsidR="0002014F" w:rsidRPr="00AE18E1" w:rsidRDefault="0002014F" w:rsidP="00451DD3">
      <w:pPr>
        <w:pStyle w:val="ListParagraph"/>
        <w:spacing w:line="360" w:lineRule="auto"/>
        <w:jc w:val="both"/>
        <w:rPr>
          <w:sz w:val="24"/>
          <w:szCs w:val="24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02014F" w:rsidRDefault="0002014F" w:rsidP="000910B4">
      <w:pPr>
        <w:tabs>
          <w:tab w:val="left" w:pos="11720"/>
        </w:tabs>
        <w:rPr>
          <w:rFonts w:ascii="???????" w:hAnsi="???????"/>
          <w:sz w:val="32"/>
          <w:szCs w:val="32"/>
        </w:rPr>
        <w:sectPr w:rsidR="0002014F" w:rsidSect="00EA724F">
          <w:type w:val="continuous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02014F" w:rsidRDefault="0002014F" w:rsidP="00451DD3">
      <w:pPr>
        <w:tabs>
          <w:tab w:val="left" w:pos="11720"/>
        </w:tabs>
        <w:jc w:val="center"/>
        <w:rPr>
          <w:rFonts w:ascii="???????" w:hAnsi="???????"/>
          <w:sz w:val="28"/>
          <w:szCs w:val="28"/>
        </w:rPr>
      </w:pPr>
      <w:r w:rsidRPr="00A1460D">
        <w:rPr>
          <w:rFonts w:ascii="???????" w:hAnsi="???????"/>
          <w:sz w:val="28"/>
          <w:szCs w:val="28"/>
        </w:rPr>
        <w:t>Технологическая карта урока русского языка по ФГОС в 5 классе</w:t>
      </w:r>
    </w:p>
    <w:p w:rsidR="0002014F" w:rsidRPr="00A1460D" w:rsidRDefault="0002014F" w:rsidP="00451DD3">
      <w:pPr>
        <w:tabs>
          <w:tab w:val="left" w:pos="11720"/>
        </w:tabs>
        <w:jc w:val="center"/>
        <w:rPr>
          <w:sz w:val="28"/>
          <w:szCs w:val="28"/>
        </w:rPr>
      </w:pPr>
    </w:p>
    <w:tbl>
      <w:tblPr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977"/>
        <w:gridCol w:w="4678"/>
        <w:gridCol w:w="3045"/>
        <w:gridCol w:w="3476"/>
      </w:tblGrid>
      <w:tr w:rsidR="0002014F" w:rsidRPr="00C73C59" w:rsidTr="00E50064">
        <w:tc>
          <w:tcPr>
            <w:tcW w:w="817" w:type="dxa"/>
          </w:tcPr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Основные модули урока на деятельностной основе</w:t>
            </w:r>
          </w:p>
        </w:tc>
        <w:tc>
          <w:tcPr>
            <w:tcW w:w="4678" w:type="dxa"/>
          </w:tcPr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3045" w:type="dxa"/>
          </w:tcPr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Деятельность</w:t>
            </w:r>
          </w:p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ученика</w:t>
            </w:r>
          </w:p>
        </w:tc>
        <w:tc>
          <w:tcPr>
            <w:tcW w:w="3476" w:type="dxa"/>
          </w:tcPr>
          <w:p w:rsidR="0002014F" w:rsidRPr="00C73C59" w:rsidRDefault="0002014F" w:rsidP="00451DD3">
            <w:pPr>
              <w:jc w:val="center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Универсальные учебные де</w:t>
            </w:r>
            <w:r w:rsidRPr="00C73C59">
              <w:rPr>
                <w:sz w:val="24"/>
                <w:szCs w:val="24"/>
              </w:rPr>
              <w:t>й</w:t>
            </w:r>
            <w:r w:rsidRPr="00C73C59">
              <w:rPr>
                <w:sz w:val="24"/>
                <w:szCs w:val="24"/>
              </w:rPr>
              <w:t>ствия</w:t>
            </w:r>
          </w:p>
        </w:tc>
      </w:tr>
      <w:tr w:rsidR="0002014F" w:rsidRPr="00C73C59" w:rsidTr="00E50064">
        <w:trPr>
          <w:trHeight w:val="560"/>
        </w:trPr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02014F" w:rsidRPr="00C73C59" w:rsidRDefault="0002014F" w:rsidP="00E5006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Внутренняя мотивация учащихся на самосто</w:t>
            </w:r>
            <w:r w:rsidRPr="00C73C59">
              <w:rPr>
                <w:sz w:val="24"/>
                <w:szCs w:val="24"/>
              </w:rPr>
              <w:t>я</w:t>
            </w:r>
            <w:r w:rsidRPr="00C73C59">
              <w:rPr>
                <w:sz w:val="24"/>
                <w:szCs w:val="24"/>
              </w:rPr>
              <w:t>тельное принятие цели, создание проблемной с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туации или использование личностного опыта уч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щихся. Интрига. Принятие цели.</w:t>
            </w:r>
          </w:p>
        </w:tc>
        <w:tc>
          <w:tcPr>
            <w:tcW w:w="4678" w:type="dxa"/>
          </w:tcPr>
          <w:p w:rsidR="0002014F" w:rsidRPr="00C73C59" w:rsidRDefault="0002014F" w:rsidP="000910B4">
            <w:pPr>
              <w:pStyle w:val="NormalWeb"/>
            </w:pPr>
            <w:r w:rsidRPr="00C73C59">
              <w:t>Приветствует учащихся, предлагает с</w:t>
            </w:r>
            <w:r w:rsidRPr="00C73C59">
              <w:t>о</w:t>
            </w:r>
            <w:r w:rsidRPr="00C73C59">
              <w:t>вместное путешествие в мир Синтаксиса и   Пунктуации. (</w:t>
            </w:r>
            <w:r w:rsidRPr="00C73C59">
              <w:rPr>
                <w:b/>
              </w:rPr>
              <w:t>слайд 1</w:t>
            </w:r>
            <w:r w:rsidRPr="00C73C59">
              <w:t>)</w:t>
            </w:r>
          </w:p>
          <w:p w:rsidR="0002014F" w:rsidRPr="00C73C59" w:rsidRDefault="0002014F" w:rsidP="000910B4">
            <w:pPr>
              <w:pStyle w:val="NormalWeb"/>
            </w:pPr>
          </w:p>
          <w:p w:rsidR="0002014F" w:rsidRPr="00C73C59" w:rsidRDefault="0002014F" w:rsidP="000910B4">
            <w:pPr>
              <w:pStyle w:val="NormalWeb"/>
            </w:pPr>
            <w:r w:rsidRPr="00C73C59">
              <w:t>Учитель. Ребята! Сегодня мы с вами о</w:t>
            </w:r>
            <w:r w:rsidRPr="00C73C59">
              <w:t>т</w:t>
            </w:r>
            <w:r w:rsidRPr="00C73C59">
              <w:t>правимся в путешествие по стране Си</w:t>
            </w:r>
            <w:r w:rsidRPr="00C73C59">
              <w:t>н</w:t>
            </w:r>
            <w:r w:rsidRPr="00C73C59">
              <w:t>таксиса и Пунктуации. А какое путешес</w:t>
            </w:r>
            <w:r w:rsidRPr="00C73C59">
              <w:t>т</w:t>
            </w:r>
            <w:r w:rsidRPr="00C73C59">
              <w:t>вие может быть без карты? (</w:t>
            </w:r>
            <w:r w:rsidRPr="00C73C59">
              <w:rPr>
                <w:b/>
              </w:rPr>
              <w:t>слайд 2</w:t>
            </w:r>
            <w:r w:rsidRPr="00C73C59">
              <w:t>)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Но перед нашим уроком возникла непре</w:t>
            </w:r>
            <w:r w:rsidRPr="00C73C59">
              <w:t>д</w:t>
            </w:r>
            <w:r w:rsidRPr="00C73C59">
              <w:t>виденная ситуация: пропала карта. Что же делать? Не будем отчаиваться, ведь самое главное, что у нас есть – это наши знания и желание преодолевать различные трудн</w:t>
            </w:r>
            <w:r w:rsidRPr="00C73C59">
              <w:t>о</w:t>
            </w:r>
            <w:r w:rsidRPr="00C73C59">
              <w:t>сти, поэтому мы с вами справимся с этим испытанием.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Чтобы решить эту трудную задачу, мы разделимся на 3 команды по 5 человек. За каждый правильный ответ вы будете пол</w:t>
            </w:r>
            <w:r w:rsidRPr="00C73C59">
              <w:t>у</w:t>
            </w:r>
            <w:r w:rsidRPr="00C73C59">
              <w:t>чать жетон. Победит та команда, у которой будет наибольшее количество жетонов. Важным условием будет соблюдение ди</w:t>
            </w:r>
            <w:r w:rsidRPr="00C73C59">
              <w:t>с</w:t>
            </w:r>
            <w:r w:rsidRPr="00C73C59">
              <w:t>циплины. Всем понятно? Итак, мы начин</w:t>
            </w:r>
            <w:r w:rsidRPr="00C73C59">
              <w:t>а</w:t>
            </w:r>
            <w:r w:rsidRPr="00C73C59">
              <w:t>ем!</w:t>
            </w:r>
          </w:p>
          <w:p w:rsidR="0002014F" w:rsidRPr="00C73C59" w:rsidRDefault="0002014F" w:rsidP="00451DD3">
            <w:pPr>
              <w:pStyle w:val="NormalWeb"/>
            </w:pPr>
            <w:r w:rsidRPr="00C73C59">
              <w:t>Первая станция, которую мы должны п</w:t>
            </w:r>
            <w:r w:rsidRPr="00C73C59">
              <w:t>о</w:t>
            </w:r>
            <w:r w:rsidRPr="00C73C59">
              <w:t>сетить называется « Теоретическая» (</w:t>
            </w:r>
            <w:r w:rsidRPr="00C73C59">
              <w:rPr>
                <w:b/>
              </w:rPr>
              <w:t>слайд 3</w:t>
            </w:r>
            <w:r w:rsidRPr="00C73C59">
              <w:t>)</w:t>
            </w:r>
          </w:p>
        </w:tc>
        <w:tc>
          <w:tcPr>
            <w:tcW w:w="3045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Приветствуют учителя.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Подготовка класса к раб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те.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ставят цели, формулируют тему урока.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делятся на гру</w:t>
            </w:r>
            <w:r w:rsidRPr="00C73C59">
              <w:rPr>
                <w:sz w:val="24"/>
                <w:szCs w:val="24"/>
              </w:rPr>
              <w:t>п</w:t>
            </w:r>
            <w:r w:rsidRPr="00C73C59">
              <w:rPr>
                <w:sz w:val="24"/>
                <w:szCs w:val="24"/>
              </w:rPr>
              <w:t>пы</w:t>
            </w:r>
          </w:p>
        </w:tc>
        <w:tc>
          <w:tcPr>
            <w:tcW w:w="3476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Познавательные: извлечение  нужной информации, сам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стоятельное её нахождение и создание способа решения проблемы поискового характ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ра.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Регулятивные: целеполагание, фиксация затруднения, самор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гуляция в ситуации затрудн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ния.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Коммуникативные: планиров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ние учебного сотрудничества с учителем и сверстниками.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Личностные: самоопределение.</w:t>
            </w:r>
          </w:p>
        </w:tc>
      </w:tr>
      <w:tr w:rsidR="0002014F" w:rsidRPr="00C73C59" w:rsidTr="00E50064"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Совместное планирование с учеником деятельности. 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Замысел.</w:t>
            </w:r>
          </w:p>
        </w:tc>
        <w:tc>
          <w:tcPr>
            <w:tcW w:w="4678" w:type="dxa"/>
          </w:tcPr>
          <w:p w:rsidR="0002014F" w:rsidRPr="00C73C59" w:rsidRDefault="0002014F" w:rsidP="000910B4">
            <w:pPr>
              <w:pStyle w:val="NormalWeb"/>
            </w:pPr>
            <w:r w:rsidRPr="00C73C59">
              <w:t>Учитель задаёт вопросы, корректирует с</w:t>
            </w:r>
            <w:r w:rsidRPr="00C73C59">
              <w:t>о</w:t>
            </w:r>
            <w:r w:rsidRPr="00C73C59">
              <w:t>вместно с учащимися ответы.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1. Эвристическая беседа (повторение те</w:t>
            </w:r>
            <w:r w:rsidRPr="00C73C59">
              <w:t>о</w:t>
            </w:r>
            <w:r w:rsidRPr="00C73C59">
              <w:t>ретического материала по разделу).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Что изучается синтаксис?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Какими бывают предложения по н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 xml:space="preserve">личию грамматических основ?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Какие предложения мы называем простыми?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Какие предложения мы называем сложными?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На какие группы делятся сложные предложения по способу соедин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 xml:space="preserve">ния простых предложений?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При помощи чего связаны простые предложения в БСП? </w:t>
            </w:r>
          </w:p>
          <w:p w:rsidR="0002014F" w:rsidRPr="00C73C59" w:rsidRDefault="0002014F" w:rsidP="000910B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На какие группы делится сложное союзное предложение?</w:t>
            </w:r>
          </w:p>
          <w:p w:rsidR="0002014F" w:rsidRPr="00C73C59" w:rsidRDefault="0002014F" w:rsidP="000910B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Вы справились со сложной задачей: вы смогли проложить правильный маршрут, и теперь мы можем смело путешествовать по нему. Но приключения на этом не з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кончатся, впереди нас ждут много испыт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ний. Мы добрались до станции «Орфогр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фическая» (</w:t>
            </w:r>
            <w:r w:rsidRPr="00C73C59">
              <w:rPr>
                <w:b/>
                <w:sz w:val="24"/>
                <w:szCs w:val="24"/>
              </w:rPr>
              <w:t>слайд 4</w:t>
            </w:r>
            <w:r w:rsidRPr="00C73C59">
              <w:rPr>
                <w:sz w:val="24"/>
                <w:szCs w:val="24"/>
              </w:rPr>
              <w:t>)</w:t>
            </w:r>
          </w:p>
          <w:p w:rsidR="0002014F" w:rsidRPr="00C73C59" w:rsidRDefault="0002014F" w:rsidP="000910B4">
            <w:pPr>
              <w:pStyle w:val="NormalWeb"/>
            </w:pPr>
            <w:r>
              <w:t>2</w:t>
            </w:r>
            <w:r w:rsidRPr="00C73C59">
              <w:t xml:space="preserve">. Словарная диктовка (с самопроверкой и  взаимопроверкой) 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Учитель диктует слова- термины.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Синтаксис, грамматика, предложение, пунктуация, обстоятельство, словосочет</w:t>
            </w:r>
            <w:r w:rsidRPr="00C73C59">
              <w:t>а</w:t>
            </w:r>
            <w:r w:rsidRPr="00C73C59">
              <w:t>ние, дополнение, приставка, определение, суффикс, фонетика, орфограмма.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Дополнительное грамматическое (разн</w:t>
            </w:r>
            <w:r w:rsidRPr="00C73C59">
              <w:t>о</w:t>
            </w:r>
            <w:r w:rsidRPr="00C73C59">
              <w:t>уровневое) задание (на экране)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1 уровень: составить одно словосочетание, составить его схему.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2 уровень: составить одно простое пре</w:t>
            </w:r>
            <w:r w:rsidRPr="00C73C59">
              <w:t>д</w:t>
            </w:r>
            <w:r w:rsidRPr="00C73C59">
              <w:t>ложение, сделать его синтаксический ра</w:t>
            </w:r>
            <w:r w:rsidRPr="00C73C59">
              <w:t>з</w:t>
            </w:r>
            <w:r w:rsidRPr="00C73C59">
              <w:t>бор и схему.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3 уровень: составить мини- текст, в кот</w:t>
            </w:r>
            <w:r w:rsidRPr="00C73C59">
              <w:t>о</w:t>
            </w:r>
            <w:r w:rsidRPr="00C73C59">
              <w:t>ром одно предложение должно быть БСП. Составить схему этого предложения.</w:t>
            </w:r>
          </w:p>
          <w:p w:rsidR="0002014F" w:rsidRPr="00C73C59" w:rsidRDefault="0002014F" w:rsidP="000910B4">
            <w:pPr>
              <w:pStyle w:val="NormalWeb"/>
            </w:pPr>
            <w:r>
              <w:t>3</w:t>
            </w:r>
            <w:r w:rsidRPr="00C73C59">
              <w:t>. Устный связный рассказ на тему «Члены предложения» (с использованием опорной схемы по теме на экране) (</w:t>
            </w:r>
            <w:r w:rsidRPr="00C73C59">
              <w:rPr>
                <w:b/>
              </w:rPr>
              <w:t>слайд 5</w:t>
            </w:r>
            <w:r w:rsidRPr="00C73C59">
              <w:t>).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Учитель предлагает учащимся составить рассказ на одну из предложенных тем.</w:t>
            </w:r>
          </w:p>
          <w:p w:rsidR="0002014F" w:rsidRPr="00C73C59" w:rsidRDefault="0002014F" w:rsidP="000910B4">
            <w:pPr>
              <w:pStyle w:val="NormalWeb"/>
            </w:pPr>
          </w:p>
          <w:p w:rsidR="0002014F" w:rsidRPr="00C73C59" w:rsidRDefault="0002014F" w:rsidP="0018517E">
            <w:pPr>
              <w:rPr>
                <w:b/>
                <w:sz w:val="24"/>
                <w:szCs w:val="24"/>
              </w:rPr>
            </w:pPr>
            <w:r w:rsidRPr="00C73C59">
              <w:rPr>
                <w:b/>
                <w:sz w:val="24"/>
                <w:szCs w:val="24"/>
              </w:rPr>
              <w:t>Динамическая пауза (слайд 6)</w:t>
            </w:r>
          </w:p>
          <w:p w:rsidR="0002014F" w:rsidRPr="00C73C59" w:rsidRDefault="0002014F" w:rsidP="0018517E">
            <w:pPr>
              <w:rPr>
                <w:sz w:val="24"/>
                <w:szCs w:val="24"/>
              </w:rPr>
            </w:pPr>
          </w:p>
          <w:p w:rsidR="0002014F" w:rsidRPr="00C73C59" w:rsidRDefault="0002014F" w:rsidP="0018517E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Правила игры. Ученики встают со своих мест, руки на поясе. Учитель называет различные термины: </w:t>
            </w:r>
            <w:r w:rsidRPr="00C73C59">
              <w:rPr>
                <w:iCs/>
                <w:sz w:val="24"/>
                <w:szCs w:val="24"/>
              </w:rPr>
              <w:t>приставка, граммат</w:t>
            </w:r>
            <w:r w:rsidRPr="00C73C59">
              <w:rPr>
                <w:iCs/>
                <w:sz w:val="24"/>
                <w:szCs w:val="24"/>
              </w:rPr>
              <w:t>и</w:t>
            </w:r>
            <w:r w:rsidRPr="00C73C59">
              <w:rPr>
                <w:iCs/>
                <w:sz w:val="24"/>
                <w:szCs w:val="24"/>
              </w:rPr>
              <w:t>ческая основа,  существительное, обсто</w:t>
            </w:r>
            <w:r w:rsidRPr="00C73C59">
              <w:rPr>
                <w:iCs/>
                <w:sz w:val="24"/>
                <w:szCs w:val="24"/>
              </w:rPr>
              <w:t>я</w:t>
            </w:r>
            <w:r w:rsidRPr="00C73C59">
              <w:rPr>
                <w:iCs/>
                <w:sz w:val="24"/>
                <w:szCs w:val="24"/>
              </w:rPr>
              <w:t>тельство, запятая, части речи, предлож</w:t>
            </w:r>
            <w:r w:rsidRPr="00C73C59">
              <w:rPr>
                <w:iCs/>
                <w:sz w:val="24"/>
                <w:szCs w:val="24"/>
              </w:rPr>
              <w:t>е</w:t>
            </w:r>
            <w:r w:rsidRPr="00C73C59">
              <w:rPr>
                <w:iCs/>
                <w:sz w:val="24"/>
                <w:szCs w:val="24"/>
              </w:rPr>
              <w:t>ние.</w:t>
            </w:r>
            <w:r w:rsidRPr="00C73C59">
              <w:rPr>
                <w:sz w:val="24"/>
                <w:szCs w:val="24"/>
              </w:rPr>
              <w:t xml:space="preserve"> Задача учащихся: если термины отн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сятся к синтаксису и пунктуации, сделать наклон вправо, если же к другим разделам языка – влево.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Ребята, быстрым шагом перебираемся на следующую станцию «Синтаксическая» (</w:t>
            </w:r>
            <w:r w:rsidRPr="00C73C59">
              <w:rPr>
                <w:b/>
              </w:rPr>
              <w:t>слайд 7</w:t>
            </w:r>
            <w:r w:rsidRPr="00C73C59">
              <w:t>).</w:t>
            </w:r>
          </w:p>
          <w:p w:rsidR="0002014F" w:rsidRPr="00C73C59" w:rsidRDefault="0002014F" w:rsidP="000910B4">
            <w:pPr>
              <w:pStyle w:val="NormalWeb"/>
            </w:pPr>
            <w:r>
              <w:t>4</w:t>
            </w:r>
            <w:r w:rsidRPr="00C73C59">
              <w:t>.Синтаксическая пятиминутка.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Учитель демонстрирует предложения на экране:</w:t>
            </w:r>
          </w:p>
          <w:p w:rsidR="0002014F" w:rsidRPr="00C73C59" w:rsidRDefault="0002014F" w:rsidP="000910B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iCs/>
                <w:sz w:val="24"/>
                <w:szCs w:val="24"/>
              </w:rPr>
              <w:t>Солнце садилось и косыми лучами освещало верхушку высокого дуба.</w:t>
            </w:r>
            <w:r w:rsidRPr="00C73C59">
              <w:rPr>
                <w:sz w:val="24"/>
                <w:szCs w:val="24"/>
              </w:rPr>
              <w:t xml:space="preserve"> </w:t>
            </w:r>
          </w:p>
          <w:p w:rsidR="0002014F" w:rsidRPr="00C73C59" w:rsidRDefault="0002014F" w:rsidP="000910B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iCs/>
                <w:sz w:val="24"/>
                <w:szCs w:val="24"/>
              </w:rPr>
              <w:t>Ночью ударил мороз, и цветы к у</w:t>
            </w:r>
            <w:r w:rsidRPr="00C73C59">
              <w:rPr>
                <w:iCs/>
                <w:sz w:val="24"/>
                <w:szCs w:val="24"/>
              </w:rPr>
              <w:t>т</w:t>
            </w:r>
            <w:r w:rsidRPr="00C73C59">
              <w:rPr>
                <w:iCs/>
                <w:sz w:val="24"/>
                <w:szCs w:val="24"/>
              </w:rPr>
              <w:t>ру замерзли.</w:t>
            </w:r>
          </w:p>
        </w:tc>
        <w:tc>
          <w:tcPr>
            <w:tcW w:w="3045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отвечают на в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просы учителя, делают в</w:t>
            </w:r>
            <w:r w:rsidRPr="00C73C59">
              <w:rPr>
                <w:sz w:val="24"/>
                <w:szCs w:val="24"/>
              </w:rPr>
              <w:t>ы</w:t>
            </w:r>
            <w:r w:rsidRPr="00C73C59">
              <w:rPr>
                <w:sz w:val="24"/>
                <w:szCs w:val="24"/>
              </w:rPr>
              <w:t>воды.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записывают слова под диктовку, об</w:t>
            </w:r>
            <w:r w:rsidRPr="00C73C59">
              <w:rPr>
                <w:sz w:val="24"/>
                <w:szCs w:val="24"/>
              </w:rPr>
              <w:t>ъ</w:t>
            </w:r>
            <w:r w:rsidRPr="00C73C59">
              <w:rPr>
                <w:sz w:val="24"/>
                <w:szCs w:val="24"/>
              </w:rPr>
              <w:t>ясняют и обозначают и</w:t>
            </w:r>
            <w:r w:rsidRPr="00C73C59">
              <w:rPr>
                <w:sz w:val="24"/>
                <w:szCs w:val="24"/>
              </w:rPr>
              <w:t>з</w:t>
            </w:r>
            <w:r w:rsidRPr="00C73C59">
              <w:rPr>
                <w:sz w:val="24"/>
                <w:szCs w:val="24"/>
              </w:rPr>
              <w:t>вестные орфограммы.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Самопроверка, у слабых учащихся – взаимопрове</w:t>
            </w:r>
            <w:r w:rsidRPr="00C73C59">
              <w:rPr>
                <w:sz w:val="24"/>
                <w:szCs w:val="24"/>
              </w:rPr>
              <w:t>р</w:t>
            </w:r>
            <w:r w:rsidRPr="00C73C59">
              <w:rPr>
                <w:sz w:val="24"/>
                <w:szCs w:val="24"/>
              </w:rPr>
              <w:t>ка с сильными учащимися.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определяют для себя задание по уровню: сильные ученики соста</w:t>
            </w:r>
            <w:r w:rsidRPr="00C73C59">
              <w:rPr>
                <w:sz w:val="24"/>
                <w:szCs w:val="24"/>
              </w:rPr>
              <w:t>в</w:t>
            </w:r>
            <w:r w:rsidRPr="00C73C59">
              <w:rPr>
                <w:sz w:val="24"/>
                <w:szCs w:val="24"/>
              </w:rPr>
              <w:t>ляют мини-текст, а слабые</w:t>
            </w:r>
            <w:r>
              <w:rPr>
                <w:sz w:val="24"/>
                <w:szCs w:val="24"/>
              </w:rPr>
              <w:t xml:space="preserve"> </w:t>
            </w:r>
            <w:r w:rsidRPr="00C73C5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73C59">
              <w:rPr>
                <w:sz w:val="24"/>
                <w:szCs w:val="24"/>
              </w:rPr>
              <w:t>словосочетание с посл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дующим его синтаксич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ским разбором.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по вариантам составляют рассказ на грамматическую тему</w:t>
            </w:r>
          </w:p>
          <w:p w:rsidR="0002014F" w:rsidRPr="00C73C59" w:rsidRDefault="0002014F" w:rsidP="000910B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« Главные члены предложения.»</w:t>
            </w:r>
          </w:p>
          <w:p w:rsidR="0002014F" w:rsidRPr="00C73C59" w:rsidRDefault="0002014F" w:rsidP="000910B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«Второстепенные члены предлож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ния.»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выполняют у</w:t>
            </w:r>
            <w:r w:rsidRPr="00C73C59">
              <w:rPr>
                <w:sz w:val="24"/>
                <w:szCs w:val="24"/>
              </w:rPr>
              <w:t>п</w:t>
            </w:r>
            <w:r w:rsidRPr="00C73C59">
              <w:rPr>
                <w:sz w:val="24"/>
                <w:szCs w:val="24"/>
              </w:rPr>
              <w:t>ражнения.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DF4E02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записывают предложения, строят алг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ритм рассуждения, опр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деляют количество гра</w:t>
            </w:r>
            <w:r w:rsidRPr="00C73C59">
              <w:rPr>
                <w:sz w:val="24"/>
                <w:szCs w:val="24"/>
              </w:rPr>
              <w:t>м</w:t>
            </w:r>
            <w:r w:rsidRPr="00C73C59">
              <w:rPr>
                <w:sz w:val="24"/>
                <w:szCs w:val="24"/>
              </w:rPr>
              <w:t>матических основ, соста</w:t>
            </w:r>
            <w:r w:rsidRPr="00C73C59">
              <w:rPr>
                <w:sz w:val="24"/>
                <w:szCs w:val="24"/>
              </w:rPr>
              <w:t>в</w:t>
            </w:r>
            <w:r w:rsidRPr="00C73C59">
              <w:rPr>
                <w:sz w:val="24"/>
                <w:szCs w:val="24"/>
              </w:rPr>
              <w:t>ляют схемы и объясняют наличие или отсутствие пунктограмм</w:t>
            </w:r>
          </w:p>
        </w:tc>
        <w:tc>
          <w:tcPr>
            <w:tcW w:w="3476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Познавательные: построение логической цепи рассуждений, доказательство, выдвижение гипотез и их обоснование.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Коммуникативные:  постано</w:t>
            </w:r>
            <w:r w:rsidRPr="00C73C59">
              <w:rPr>
                <w:sz w:val="24"/>
                <w:szCs w:val="24"/>
              </w:rPr>
              <w:t>в</w:t>
            </w:r>
            <w:r w:rsidRPr="00C73C59">
              <w:rPr>
                <w:sz w:val="24"/>
                <w:szCs w:val="24"/>
              </w:rPr>
              <w:t>ка вопросов, планирование учебного сотрудничества с учителем и сверстниками, ум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ние ориентироваться в системе знаний, осуществлять анализ объектов.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Регулятивные: умение план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ровать свои действия в соо</w:t>
            </w:r>
            <w:r w:rsidRPr="00C73C59">
              <w:rPr>
                <w:sz w:val="24"/>
                <w:szCs w:val="24"/>
              </w:rPr>
              <w:t>т</w:t>
            </w:r>
            <w:r w:rsidRPr="00C73C59">
              <w:rPr>
                <w:sz w:val="24"/>
                <w:szCs w:val="24"/>
              </w:rPr>
              <w:t>ветствии с поставленной зад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чей, умение решать проблемы.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Личностные: смыслообразов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ние.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Личностные: установка на зд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ровый образ жизни и её реал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зация на уроке.</w:t>
            </w:r>
          </w:p>
        </w:tc>
      </w:tr>
      <w:tr w:rsidR="0002014F" w:rsidRPr="00C73C59" w:rsidTr="00E50064"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Организация групповой и самостоятельной деятел</w:t>
            </w:r>
            <w:r w:rsidRPr="00C73C59">
              <w:rPr>
                <w:sz w:val="24"/>
                <w:szCs w:val="24"/>
              </w:rPr>
              <w:t>ь</w:t>
            </w:r>
            <w:r w:rsidRPr="00C73C59">
              <w:rPr>
                <w:sz w:val="24"/>
                <w:szCs w:val="24"/>
              </w:rPr>
              <w:t>ности учащихся по ди</w:t>
            </w:r>
            <w:r w:rsidRPr="00C73C59">
              <w:rPr>
                <w:sz w:val="24"/>
                <w:szCs w:val="24"/>
              </w:rPr>
              <w:t>ф</w:t>
            </w:r>
            <w:r w:rsidRPr="00C73C59">
              <w:rPr>
                <w:sz w:val="24"/>
                <w:szCs w:val="24"/>
              </w:rPr>
              <w:t>ференцированным задан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ям.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Вариативные дидактич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 xml:space="preserve">ские материалы 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Выбор, действие.</w:t>
            </w:r>
          </w:p>
        </w:tc>
        <w:tc>
          <w:tcPr>
            <w:tcW w:w="4678" w:type="dxa"/>
          </w:tcPr>
          <w:p w:rsidR="0002014F" w:rsidRPr="00C73C59" w:rsidRDefault="0002014F" w:rsidP="000910B4">
            <w:pPr>
              <w:pStyle w:val="NormalWeb"/>
            </w:pPr>
            <w:r>
              <w:t>5</w:t>
            </w:r>
            <w:r w:rsidRPr="00C73C59">
              <w:t>. Групповая работа. Сочинение на ли</w:t>
            </w:r>
            <w:r w:rsidRPr="00C73C59">
              <w:t>н</w:t>
            </w:r>
            <w:r w:rsidRPr="00C73C59">
              <w:t>гвистическую тему (проверка домашнего задания). Учитель организует проверку домашнего задания.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а) Что даёт нам знание пунктуации?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б) Если вдруг из языка исчезнут второст</w:t>
            </w:r>
            <w:r w:rsidRPr="00C73C59">
              <w:t>е</w:t>
            </w:r>
            <w:r w:rsidRPr="00C73C59">
              <w:t>пенные члены предложения…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в) Можно ли обойтись в русском языке без главных членов предложения?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г) Словосочетание - значимая единица синтаксиса?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д) Без обращения никуда?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е) Роль диалога и прямой речи в нашем языке.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Ребята мы завершаем своё путешествие на станции «Пунктуационная» (</w:t>
            </w:r>
            <w:r w:rsidRPr="00C73C59">
              <w:rPr>
                <w:b/>
              </w:rPr>
              <w:t>слайд 8</w:t>
            </w:r>
            <w:r w:rsidRPr="00C73C59">
              <w:t>).</w:t>
            </w:r>
          </w:p>
          <w:p w:rsidR="0002014F" w:rsidRPr="00C73C59" w:rsidRDefault="0002014F" w:rsidP="000910B4">
            <w:pPr>
              <w:pStyle w:val="NormalWeb"/>
            </w:pPr>
            <w:r>
              <w:t>6</w:t>
            </w:r>
            <w:r w:rsidRPr="00C73C59">
              <w:t>.Расшифровка и конструирование пре</w:t>
            </w:r>
            <w:r w:rsidRPr="00C73C59">
              <w:t>д</w:t>
            </w:r>
            <w:r w:rsidRPr="00C73C59">
              <w:t>ложений по схемам.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Учитель на экране демонстрирует схемы предложений:</w:t>
            </w:r>
          </w:p>
          <w:p w:rsidR="0002014F" w:rsidRPr="00C73C59" w:rsidRDefault="0002014F" w:rsidP="000910B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[     ], а [    ]. </w:t>
            </w:r>
          </w:p>
          <w:p w:rsidR="0002014F" w:rsidRPr="00C73C59" w:rsidRDefault="0002014F" w:rsidP="000910B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[     ],(когда …). </w:t>
            </w:r>
          </w:p>
          <w:p w:rsidR="0002014F" w:rsidRPr="00C73C59" w:rsidRDefault="0002014F" w:rsidP="000910B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А: “П”. </w:t>
            </w:r>
          </w:p>
          <w:p w:rsidR="0002014F" w:rsidRPr="00C73C59" w:rsidRDefault="0002014F" w:rsidP="000910B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“П”, - а. </w:t>
            </w:r>
          </w:p>
          <w:p w:rsidR="0002014F" w:rsidRPr="00C73C59" w:rsidRDefault="0002014F" w:rsidP="000910B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[О, …]! 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Вопрос: какую роль выполняет союз в 1 и во 2 предложении?</w:t>
            </w:r>
          </w:p>
          <w:p w:rsidR="0002014F" w:rsidRPr="00C73C59" w:rsidRDefault="0002014F" w:rsidP="000910B4">
            <w:pPr>
              <w:pStyle w:val="NormalWeb"/>
            </w:pPr>
            <w:r>
              <w:t>7</w:t>
            </w:r>
            <w:r w:rsidRPr="00C73C59">
              <w:t>. Разбор сложных предложений, соста</w:t>
            </w:r>
            <w:r w:rsidRPr="00C73C59">
              <w:t>в</w:t>
            </w:r>
            <w:r w:rsidRPr="00C73C59">
              <w:t>ление схем.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>Учитель распределяет раздаточный мат</w:t>
            </w:r>
            <w:r w:rsidRPr="00C73C59">
              <w:t>е</w:t>
            </w:r>
            <w:r w:rsidRPr="00C73C59">
              <w:t>риал.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 xml:space="preserve">Каждой команде выдаются карточки с БПС, СПП и ССП. </w:t>
            </w:r>
          </w:p>
          <w:p w:rsidR="0002014F" w:rsidRPr="00C73C59" w:rsidRDefault="0002014F" w:rsidP="000910B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iCs/>
                <w:sz w:val="24"/>
                <w:szCs w:val="24"/>
              </w:rPr>
              <w:t>В ярком золоте день утопает, ручьи по оврагам шумят.</w:t>
            </w:r>
            <w:r w:rsidRPr="00C73C59">
              <w:rPr>
                <w:sz w:val="24"/>
                <w:szCs w:val="24"/>
              </w:rPr>
              <w:t xml:space="preserve"> </w:t>
            </w:r>
          </w:p>
          <w:p w:rsidR="0002014F" w:rsidRPr="00C73C59" w:rsidRDefault="0002014F" w:rsidP="000910B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iCs/>
                <w:sz w:val="24"/>
                <w:szCs w:val="24"/>
              </w:rPr>
              <w:t>Зацвели сады, и вся земля в саду побелела от лепестков яблонь.</w:t>
            </w:r>
            <w:r w:rsidRPr="00C73C59">
              <w:rPr>
                <w:sz w:val="24"/>
                <w:szCs w:val="24"/>
              </w:rPr>
              <w:t xml:space="preserve"> </w:t>
            </w:r>
          </w:p>
          <w:p w:rsidR="0002014F" w:rsidRPr="00C73C59" w:rsidRDefault="0002014F" w:rsidP="000910B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iCs/>
                <w:sz w:val="24"/>
                <w:szCs w:val="24"/>
              </w:rPr>
              <w:t>Всю ночь земля вязала кружевные узоры, чтобы принарядилась земля.</w:t>
            </w:r>
            <w:r w:rsidRPr="00C73C59">
              <w:rPr>
                <w:sz w:val="24"/>
                <w:szCs w:val="24"/>
              </w:rPr>
              <w:t xml:space="preserve"> </w:t>
            </w:r>
          </w:p>
          <w:p w:rsidR="0002014F" w:rsidRPr="00C73C59" w:rsidRDefault="0002014F" w:rsidP="000910B4">
            <w:pPr>
              <w:pStyle w:val="NormalWeb"/>
            </w:pPr>
            <w:r>
              <w:t>8</w:t>
            </w:r>
            <w:r w:rsidRPr="00C73C59">
              <w:t xml:space="preserve"> .   Проверка знаний. Тест по теме “Си</w:t>
            </w:r>
            <w:r w:rsidRPr="00C73C59">
              <w:t>н</w:t>
            </w:r>
            <w:r w:rsidRPr="00C73C59">
              <w:t xml:space="preserve">таксис. Пунктуация”. </w:t>
            </w:r>
          </w:p>
          <w:p w:rsidR="0002014F" w:rsidRPr="00C73C59" w:rsidRDefault="0002014F" w:rsidP="00CB61E6">
            <w:pPr>
              <w:pStyle w:val="NormalWeb"/>
            </w:pPr>
            <w:r w:rsidRPr="00C73C59">
              <w:t>Учитель  предлагает разноуровневые те</w:t>
            </w:r>
            <w:r w:rsidRPr="00C73C59">
              <w:t>с</w:t>
            </w:r>
            <w:r w:rsidRPr="00C73C59">
              <w:t>товые задания (на выполнение задания о</w:t>
            </w:r>
            <w:r w:rsidRPr="00C73C59">
              <w:t>т</w:t>
            </w:r>
            <w:r w:rsidRPr="00C73C59">
              <w:t xml:space="preserve">водится 5 минут.) </w:t>
            </w:r>
          </w:p>
        </w:tc>
        <w:tc>
          <w:tcPr>
            <w:tcW w:w="3045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в группах пр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зентуют домашние соч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нения, делают устный ан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лиз работ и оценивают в</w:t>
            </w:r>
            <w:r w:rsidRPr="00C73C59">
              <w:rPr>
                <w:sz w:val="24"/>
                <w:szCs w:val="24"/>
              </w:rPr>
              <w:t>ы</w:t>
            </w:r>
            <w:r w:rsidRPr="00C73C59">
              <w:rPr>
                <w:sz w:val="24"/>
                <w:szCs w:val="24"/>
              </w:rPr>
              <w:t>ступления.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анализируют схемы, проводят пункту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ционный разбор и соста</w:t>
            </w:r>
            <w:r w:rsidRPr="00C73C59">
              <w:rPr>
                <w:sz w:val="24"/>
                <w:szCs w:val="24"/>
              </w:rPr>
              <w:t>в</w:t>
            </w:r>
            <w:r w:rsidRPr="00C73C59">
              <w:rPr>
                <w:sz w:val="24"/>
                <w:szCs w:val="24"/>
              </w:rPr>
              <w:t>ляют предложения, отв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чают на вопрос, делают вывод.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делают синта</w:t>
            </w:r>
            <w:r w:rsidRPr="00C73C59">
              <w:rPr>
                <w:sz w:val="24"/>
                <w:szCs w:val="24"/>
              </w:rPr>
              <w:t>к</w:t>
            </w:r>
            <w:r w:rsidRPr="00C73C59">
              <w:rPr>
                <w:sz w:val="24"/>
                <w:szCs w:val="24"/>
              </w:rPr>
              <w:t>сический разбор предл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жений, объясняют пост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новку знаков препинания, составляют схемы.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Ученики проходят тест</w:t>
            </w:r>
            <w:r w:rsidRPr="00C73C59">
              <w:rPr>
                <w:sz w:val="24"/>
                <w:szCs w:val="24"/>
              </w:rPr>
              <w:t>и</w:t>
            </w:r>
            <w:r w:rsidRPr="00C73C59">
              <w:rPr>
                <w:sz w:val="24"/>
                <w:szCs w:val="24"/>
              </w:rPr>
              <w:t>рование, выбирая соотве</w:t>
            </w:r>
            <w:r w:rsidRPr="00C73C59">
              <w:rPr>
                <w:sz w:val="24"/>
                <w:szCs w:val="24"/>
              </w:rPr>
              <w:t>т</w:t>
            </w:r>
            <w:r w:rsidRPr="00C73C59">
              <w:rPr>
                <w:sz w:val="24"/>
                <w:szCs w:val="24"/>
              </w:rPr>
              <w:t>ствующий уровень; пров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ряют в парах по ключу р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боту  друг у друга.</w:t>
            </w:r>
          </w:p>
        </w:tc>
        <w:tc>
          <w:tcPr>
            <w:tcW w:w="3476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Познавательные: умение структурировать знания, осо</w:t>
            </w:r>
            <w:r w:rsidRPr="00C73C59">
              <w:rPr>
                <w:sz w:val="24"/>
                <w:szCs w:val="24"/>
              </w:rPr>
              <w:t>з</w:t>
            </w:r>
            <w:r w:rsidRPr="00C73C59">
              <w:rPr>
                <w:sz w:val="24"/>
                <w:szCs w:val="24"/>
              </w:rPr>
              <w:t>нанно и произвольно строить письменное речевое высказ</w:t>
            </w:r>
            <w:r w:rsidRPr="00C73C59">
              <w:rPr>
                <w:sz w:val="24"/>
                <w:szCs w:val="24"/>
              </w:rPr>
              <w:t>ы</w:t>
            </w:r>
            <w:r w:rsidRPr="00C73C59">
              <w:rPr>
                <w:sz w:val="24"/>
                <w:szCs w:val="24"/>
              </w:rPr>
              <w:t>вание, преобразование инфо</w:t>
            </w:r>
            <w:r w:rsidRPr="00C73C59">
              <w:rPr>
                <w:sz w:val="24"/>
                <w:szCs w:val="24"/>
              </w:rPr>
              <w:t>р</w:t>
            </w:r>
            <w:r w:rsidRPr="00C73C59">
              <w:rPr>
                <w:sz w:val="24"/>
                <w:szCs w:val="24"/>
              </w:rPr>
              <w:t>мации из одной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формы в другую.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    Коммуникативные: умение с достаточной полнотой и то</w:t>
            </w:r>
            <w:r w:rsidRPr="00C73C59">
              <w:rPr>
                <w:sz w:val="24"/>
                <w:szCs w:val="24"/>
              </w:rPr>
              <w:t>ч</w:t>
            </w:r>
            <w:r w:rsidRPr="00C73C59">
              <w:rPr>
                <w:sz w:val="24"/>
                <w:szCs w:val="24"/>
              </w:rPr>
              <w:t>ностью выражать свои мысли,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аргументация своего мнения и позиции в коммуникации,учёт разных мнений.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    Регулятивные : контроль, коррекция,  оценка, выделение и осознание того, что уже у</w:t>
            </w:r>
            <w:r w:rsidRPr="00C73C59">
              <w:rPr>
                <w:sz w:val="24"/>
                <w:szCs w:val="24"/>
              </w:rPr>
              <w:t>с</w:t>
            </w:r>
            <w:r w:rsidRPr="00C73C59">
              <w:rPr>
                <w:sz w:val="24"/>
                <w:szCs w:val="24"/>
              </w:rPr>
              <w:t>воено и что ещё подлежит у</w:t>
            </w:r>
            <w:r w:rsidRPr="00C73C59">
              <w:rPr>
                <w:sz w:val="24"/>
                <w:szCs w:val="24"/>
              </w:rPr>
              <w:t>с</w:t>
            </w:r>
            <w:r w:rsidRPr="00C73C59">
              <w:rPr>
                <w:sz w:val="24"/>
                <w:szCs w:val="24"/>
              </w:rPr>
              <w:t>воению; осознание качества и уровня усвоения.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 xml:space="preserve">    Личностные: способность самооценки своих действий.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</w:tc>
      </w:tr>
      <w:tr w:rsidR="0002014F" w:rsidRPr="00C73C59" w:rsidTr="00CB61E6">
        <w:trPr>
          <w:trHeight w:val="70"/>
        </w:trPr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02014F" w:rsidRPr="00C73C59" w:rsidRDefault="0002014F" w:rsidP="000910B4">
            <w:pPr>
              <w:pStyle w:val="NormalWeb"/>
            </w:pPr>
          </w:p>
          <w:p w:rsidR="0002014F" w:rsidRPr="00C73C59" w:rsidRDefault="0002014F" w:rsidP="000910B4">
            <w:pPr>
              <w:pStyle w:val="NormalWeb"/>
            </w:pPr>
            <w:r w:rsidRPr="00C73C59">
              <w:t xml:space="preserve">Подведение итогов урока. </w:t>
            </w:r>
          </w:p>
          <w:p w:rsidR="0002014F" w:rsidRPr="00C73C59" w:rsidRDefault="0002014F" w:rsidP="000910B4">
            <w:pPr>
              <w:pStyle w:val="NormalWeb"/>
            </w:pPr>
          </w:p>
          <w:p w:rsidR="0002014F" w:rsidRPr="00C73C59" w:rsidRDefault="0002014F" w:rsidP="000910B4">
            <w:pPr>
              <w:pStyle w:val="NormalWeb"/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2014F" w:rsidRPr="00C73C59" w:rsidRDefault="0002014F" w:rsidP="000910B4">
            <w:pPr>
              <w:pStyle w:val="NormalWeb"/>
            </w:pPr>
            <w:r w:rsidRPr="00C73C59">
              <w:t>Учитель: Наше путешествие подошло к концу. Вы хорошо справились с испыт</w:t>
            </w:r>
            <w:r w:rsidRPr="00C73C59">
              <w:t>а</w:t>
            </w:r>
            <w:r w:rsidRPr="00C73C59">
              <w:t>ниями: проложили правильный маршрут путешествия, побывали в роли исследов</w:t>
            </w:r>
            <w:r w:rsidRPr="00C73C59">
              <w:t>а</w:t>
            </w:r>
            <w:r w:rsidRPr="00C73C59">
              <w:t>телей русского языка и показали хорошие знания.</w:t>
            </w:r>
          </w:p>
          <w:p w:rsidR="0002014F" w:rsidRPr="00C73C59" w:rsidRDefault="0002014F" w:rsidP="000910B4">
            <w:pPr>
              <w:pStyle w:val="NormalWeb"/>
            </w:pPr>
            <w:r w:rsidRPr="00C73C59">
              <w:t xml:space="preserve"> 1 .  Что мы повторили на сегодняшнем уроке? </w:t>
            </w:r>
          </w:p>
          <w:p w:rsidR="0002014F" w:rsidRPr="00C73C59" w:rsidRDefault="0002014F" w:rsidP="00CB61E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2.Что вызвало затруднения?</w:t>
            </w:r>
          </w:p>
        </w:tc>
        <w:tc>
          <w:tcPr>
            <w:tcW w:w="3045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Ученики отвечают на в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просы, делают вывод.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</w:tc>
        <w:tc>
          <w:tcPr>
            <w:tcW w:w="3476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Познавательные: анализ объе</w:t>
            </w:r>
            <w:r w:rsidRPr="00C73C59">
              <w:rPr>
                <w:sz w:val="24"/>
                <w:szCs w:val="24"/>
              </w:rPr>
              <w:t>к</w:t>
            </w:r>
            <w:r w:rsidRPr="00C73C59">
              <w:rPr>
                <w:sz w:val="24"/>
                <w:szCs w:val="24"/>
              </w:rPr>
              <w:t>тов с целью выделения призн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ков, подведение под понятие для самостоятельного форм</w:t>
            </w:r>
            <w:r w:rsidRPr="00C73C59">
              <w:rPr>
                <w:sz w:val="24"/>
                <w:szCs w:val="24"/>
              </w:rPr>
              <w:t>у</w:t>
            </w:r>
            <w:r w:rsidRPr="00C73C59">
              <w:rPr>
                <w:sz w:val="24"/>
                <w:szCs w:val="24"/>
              </w:rPr>
              <w:t>лирования учащимися итогов урока.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Коммуникативные: умение с достаточной полнотой и то</w:t>
            </w:r>
            <w:r w:rsidRPr="00C73C59">
              <w:rPr>
                <w:sz w:val="24"/>
                <w:szCs w:val="24"/>
              </w:rPr>
              <w:t>ч</w:t>
            </w:r>
            <w:r w:rsidRPr="00C73C59">
              <w:rPr>
                <w:sz w:val="24"/>
                <w:szCs w:val="24"/>
              </w:rPr>
              <w:t>ностью выражать свои мысли.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</w:tc>
      </w:tr>
      <w:tr w:rsidR="0002014F" w:rsidRPr="00C73C59" w:rsidTr="00E50064">
        <w:trPr>
          <w:trHeight w:val="1887"/>
        </w:trPr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Домашнее задание и его инструктаж</w:t>
            </w: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  <w:p w:rsidR="0002014F" w:rsidRPr="00C73C59" w:rsidRDefault="0002014F" w:rsidP="000910B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2014F" w:rsidRPr="00C73C59" w:rsidRDefault="0002014F" w:rsidP="000910B4">
            <w:pPr>
              <w:pStyle w:val="NormalWeb"/>
              <w:rPr>
                <w:rStyle w:val="Strong"/>
                <w:b w:val="0"/>
              </w:rPr>
            </w:pPr>
            <w:r w:rsidRPr="00C73C59">
              <w:rPr>
                <w:rStyle w:val="Strong"/>
                <w:b w:val="0"/>
              </w:rPr>
              <w:t xml:space="preserve">Задаёт и объясняет домашнюю работу:      </w:t>
            </w:r>
          </w:p>
          <w:p w:rsidR="0002014F" w:rsidRPr="00C73C59" w:rsidRDefault="0002014F" w:rsidP="00E50064">
            <w:pPr>
              <w:pStyle w:val="NormalWeb"/>
            </w:pPr>
            <w:r w:rsidRPr="00C73C59">
              <w:rPr>
                <w:rStyle w:val="Strong"/>
                <w:b w:val="0"/>
              </w:rPr>
              <w:t>Подготовиться к контрольной работе: п</w:t>
            </w:r>
            <w:r w:rsidRPr="00C73C59">
              <w:rPr>
                <w:rStyle w:val="Strong"/>
                <w:b w:val="0"/>
              </w:rPr>
              <w:t>о</w:t>
            </w:r>
            <w:r w:rsidRPr="00C73C59">
              <w:rPr>
                <w:rStyle w:val="Strong"/>
                <w:b w:val="0"/>
              </w:rPr>
              <w:t>вторить все пунктограммы в разделе «Синтаксис и пунктуация»</w:t>
            </w:r>
          </w:p>
        </w:tc>
        <w:tc>
          <w:tcPr>
            <w:tcW w:w="3045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Записывают домашнее з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дание в дневник, слушают инструктаж учителя по выполнению задания.</w:t>
            </w:r>
          </w:p>
        </w:tc>
        <w:tc>
          <w:tcPr>
            <w:tcW w:w="3476" w:type="dxa"/>
          </w:tcPr>
          <w:p w:rsidR="0002014F" w:rsidRPr="00C73C59" w:rsidRDefault="0002014F" w:rsidP="00CB61E6">
            <w:pPr>
              <w:rPr>
                <w:sz w:val="24"/>
                <w:szCs w:val="24"/>
              </w:rPr>
            </w:pPr>
          </w:p>
        </w:tc>
      </w:tr>
      <w:tr w:rsidR="0002014F" w:rsidRPr="00C73C59" w:rsidTr="00E50064">
        <w:trPr>
          <w:trHeight w:val="1887"/>
        </w:trPr>
        <w:tc>
          <w:tcPr>
            <w:tcW w:w="81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2014F" w:rsidRPr="00C73C59" w:rsidRDefault="0002014F" w:rsidP="000910B4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Рефлексия</w:t>
            </w:r>
          </w:p>
        </w:tc>
        <w:tc>
          <w:tcPr>
            <w:tcW w:w="4678" w:type="dxa"/>
          </w:tcPr>
          <w:p w:rsidR="0002014F" w:rsidRPr="00C73C59" w:rsidRDefault="0002014F" w:rsidP="00CB61E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Учитель. Мне очень хочется узнать ваше мнение о нашем сегодняшнем уроке. На парте перед каждым из вас – три жетона: один – с улыбающимся личиком, второй – с безразличным выражением лица, третий – с грустным. Выберите тот жетон, из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бражение на котором соответствует ваш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му эмоциональному состоянию в насто</w:t>
            </w:r>
            <w:r w:rsidRPr="00C73C59">
              <w:rPr>
                <w:sz w:val="24"/>
                <w:szCs w:val="24"/>
              </w:rPr>
              <w:t>я</w:t>
            </w:r>
            <w:r w:rsidRPr="00C73C59">
              <w:rPr>
                <w:sz w:val="24"/>
                <w:szCs w:val="24"/>
              </w:rPr>
              <w:t xml:space="preserve">щий момент. </w:t>
            </w:r>
          </w:p>
          <w:p w:rsidR="0002014F" w:rsidRPr="00C73C59" w:rsidRDefault="0002014F" w:rsidP="00CB61E6">
            <w:pPr>
              <w:pStyle w:val="NormalWeb"/>
              <w:rPr>
                <w:rStyle w:val="Strong"/>
                <w:b w:val="0"/>
              </w:rPr>
            </w:pPr>
            <w:r w:rsidRPr="00C73C59">
              <w:t>Учитель просит каждую команду подсч</w:t>
            </w:r>
            <w:r w:rsidRPr="00C73C59">
              <w:t>и</w:t>
            </w:r>
            <w:r w:rsidRPr="00C73C59">
              <w:t>тать количество жетонов. Побеждает та команда, участники которой набрали большее количество жетонов.</w:t>
            </w:r>
          </w:p>
        </w:tc>
        <w:tc>
          <w:tcPr>
            <w:tcW w:w="3045" w:type="dxa"/>
          </w:tcPr>
          <w:p w:rsidR="0002014F" w:rsidRPr="00C73C59" w:rsidRDefault="0002014F" w:rsidP="00CB61E6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выбирают и д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монстрируют  тот жетон, изображение на котором соответствует их эмоци</w:t>
            </w:r>
            <w:r w:rsidRPr="00C73C59">
              <w:rPr>
                <w:sz w:val="24"/>
                <w:szCs w:val="24"/>
              </w:rPr>
              <w:t>о</w:t>
            </w:r>
            <w:r w:rsidRPr="00C73C59">
              <w:rPr>
                <w:sz w:val="24"/>
                <w:szCs w:val="24"/>
              </w:rPr>
              <w:t>нальному состоянию в н</w:t>
            </w:r>
            <w:r w:rsidRPr="00C73C59">
              <w:rPr>
                <w:sz w:val="24"/>
                <w:szCs w:val="24"/>
              </w:rPr>
              <w:t>а</w:t>
            </w:r>
            <w:r w:rsidRPr="00C73C59">
              <w:rPr>
                <w:sz w:val="24"/>
                <w:szCs w:val="24"/>
              </w:rPr>
              <w:t>стоящий момент.</w:t>
            </w:r>
          </w:p>
          <w:p w:rsidR="0002014F" w:rsidRDefault="0002014F" w:rsidP="00CB61E6">
            <w:pPr>
              <w:rPr>
                <w:sz w:val="24"/>
                <w:szCs w:val="24"/>
              </w:rPr>
            </w:pPr>
          </w:p>
          <w:p w:rsidR="0002014F" w:rsidRDefault="0002014F" w:rsidP="00CB61E6">
            <w:pPr>
              <w:rPr>
                <w:sz w:val="24"/>
                <w:szCs w:val="24"/>
              </w:rPr>
            </w:pPr>
          </w:p>
          <w:p w:rsidR="0002014F" w:rsidRDefault="0002014F" w:rsidP="00CB61E6">
            <w:pPr>
              <w:rPr>
                <w:sz w:val="24"/>
                <w:szCs w:val="24"/>
              </w:rPr>
            </w:pPr>
          </w:p>
          <w:p w:rsidR="0002014F" w:rsidRPr="00C73C59" w:rsidRDefault="0002014F" w:rsidP="00CB61E6">
            <w:pPr>
              <w:rPr>
                <w:sz w:val="24"/>
                <w:szCs w:val="24"/>
              </w:rPr>
            </w:pPr>
          </w:p>
          <w:p w:rsidR="0002014F" w:rsidRPr="00C73C59" w:rsidRDefault="0002014F" w:rsidP="00CB61E6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Учащиеся считают колич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ство жетонов, выставляют с учителем оценки.</w:t>
            </w:r>
          </w:p>
        </w:tc>
        <w:tc>
          <w:tcPr>
            <w:tcW w:w="3476" w:type="dxa"/>
          </w:tcPr>
          <w:p w:rsidR="0002014F" w:rsidRPr="00C73C59" w:rsidRDefault="0002014F" w:rsidP="00CB61E6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Регулятивные: контроль, ко</w:t>
            </w:r>
            <w:r w:rsidRPr="00C73C59">
              <w:rPr>
                <w:sz w:val="24"/>
                <w:szCs w:val="24"/>
              </w:rPr>
              <w:t>р</w:t>
            </w:r>
            <w:r w:rsidRPr="00C73C59">
              <w:rPr>
                <w:sz w:val="24"/>
                <w:szCs w:val="24"/>
              </w:rPr>
              <w:t>рекция, оценка.</w:t>
            </w:r>
          </w:p>
          <w:p w:rsidR="0002014F" w:rsidRPr="00C73C59" w:rsidRDefault="0002014F" w:rsidP="00CB61E6">
            <w:pPr>
              <w:rPr>
                <w:sz w:val="24"/>
                <w:szCs w:val="24"/>
              </w:rPr>
            </w:pPr>
          </w:p>
          <w:p w:rsidR="0002014F" w:rsidRPr="00C73C59" w:rsidRDefault="0002014F" w:rsidP="00CB61E6">
            <w:pPr>
              <w:rPr>
                <w:sz w:val="24"/>
                <w:szCs w:val="24"/>
              </w:rPr>
            </w:pPr>
            <w:r w:rsidRPr="00C73C59">
              <w:rPr>
                <w:sz w:val="24"/>
                <w:szCs w:val="24"/>
              </w:rPr>
              <w:t>Личностные: самооценка, ад</w:t>
            </w:r>
            <w:r w:rsidRPr="00C73C59">
              <w:rPr>
                <w:sz w:val="24"/>
                <w:szCs w:val="24"/>
              </w:rPr>
              <w:t>е</w:t>
            </w:r>
            <w:r w:rsidRPr="00C73C59">
              <w:rPr>
                <w:sz w:val="24"/>
                <w:szCs w:val="24"/>
              </w:rPr>
              <w:t>кватное понимание успеха или неуспеха в учебных действиях.</w:t>
            </w:r>
          </w:p>
        </w:tc>
      </w:tr>
    </w:tbl>
    <w:p w:rsidR="0002014F" w:rsidRPr="00A1460D" w:rsidRDefault="0002014F" w:rsidP="000910B4">
      <w:pPr>
        <w:rPr>
          <w:rFonts w:ascii="???????" w:hAnsi="???????"/>
          <w:sz w:val="24"/>
          <w:szCs w:val="24"/>
        </w:rPr>
      </w:pPr>
    </w:p>
    <w:p w:rsidR="0002014F" w:rsidRDefault="0002014F" w:rsidP="004004E2">
      <w:pPr>
        <w:pStyle w:val="ListParagraph"/>
        <w:spacing w:line="360" w:lineRule="auto"/>
        <w:jc w:val="center"/>
        <w:rPr>
          <w:b/>
          <w:bCs/>
          <w:sz w:val="24"/>
          <w:szCs w:val="24"/>
          <w:u w:val="single"/>
        </w:rPr>
        <w:sectPr w:rsidR="0002014F" w:rsidSect="000910B4">
          <w:type w:val="continuous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02014F" w:rsidRPr="009B7476" w:rsidRDefault="0002014F" w:rsidP="009B7476">
      <w:pPr>
        <w:pStyle w:val="ListParagraph"/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</w:p>
    <w:p w:rsidR="0002014F" w:rsidRPr="009B7476" w:rsidRDefault="0002014F" w:rsidP="009B7476">
      <w:pPr>
        <w:pStyle w:val="ListParagraph"/>
        <w:ind w:left="0"/>
        <w:jc w:val="center"/>
        <w:rPr>
          <w:b/>
          <w:bCs/>
          <w:sz w:val="28"/>
          <w:szCs w:val="28"/>
          <w:u w:val="single"/>
        </w:rPr>
      </w:pPr>
    </w:p>
    <w:p w:rsidR="0002014F" w:rsidRDefault="0002014F" w:rsidP="009B7476">
      <w:pPr>
        <w:pStyle w:val="ListParagraph"/>
        <w:ind w:left="0" w:firstLine="709"/>
        <w:jc w:val="both"/>
        <w:rPr>
          <w:bCs/>
          <w:sz w:val="28"/>
          <w:szCs w:val="28"/>
        </w:rPr>
      </w:pPr>
      <w:r w:rsidRPr="009B7476">
        <w:rPr>
          <w:b/>
          <w:bCs/>
          <w:sz w:val="28"/>
          <w:szCs w:val="28"/>
        </w:rPr>
        <w:t>Задание:</w:t>
      </w:r>
      <w:r w:rsidRPr="009B7476">
        <w:rPr>
          <w:bCs/>
          <w:sz w:val="28"/>
          <w:szCs w:val="28"/>
        </w:rPr>
        <w:t xml:space="preserve"> выполните синтаксический разбор предложений, объясните постановку знаков препинания, составьте схемы данных предложений.</w:t>
      </w:r>
    </w:p>
    <w:p w:rsidR="0002014F" w:rsidRPr="009B7476" w:rsidRDefault="0002014F" w:rsidP="009B7476">
      <w:pPr>
        <w:pStyle w:val="ListParagraph"/>
        <w:ind w:left="0" w:firstLine="709"/>
        <w:jc w:val="both"/>
        <w:rPr>
          <w:bCs/>
          <w:sz w:val="28"/>
          <w:szCs w:val="28"/>
        </w:rPr>
      </w:pPr>
    </w:p>
    <w:p w:rsidR="0002014F" w:rsidRPr="009B7476" w:rsidRDefault="0002014F" w:rsidP="009B7476">
      <w:pPr>
        <w:numPr>
          <w:ilvl w:val="0"/>
          <w:numId w:val="22"/>
        </w:numPr>
        <w:ind w:left="0"/>
        <w:rPr>
          <w:sz w:val="28"/>
          <w:szCs w:val="28"/>
        </w:rPr>
      </w:pPr>
      <w:r w:rsidRPr="009B7476">
        <w:rPr>
          <w:iCs/>
          <w:sz w:val="28"/>
          <w:szCs w:val="28"/>
        </w:rPr>
        <w:t>В ярком золоте день утопает ручьи по оврагам шумят.</w:t>
      </w:r>
      <w:r w:rsidRPr="009B7476">
        <w:rPr>
          <w:sz w:val="28"/>
          <w:szCs w:val="28"/>
        </w:rPr>
        <w:t xml:space="preserve"> </w:t>
      </w:r>
    </w:p>
    <w:p w:rsidR="0002014F" w:rsidRPr="009B7476" w:rsidRDefault="0002014F" w:rsidP="009B7476">
      <w:pPr>
        <w:numPr>
          <w:ilvl w:val="0"/>
          <w:numId w:val="22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Зацвели сады и вся земля в саду побелела от лепестков яблонь.</w:t>
      </w:r>
      <w:r w:rsidRPr="009B7476">
        <w:rPr>
          <w:sz w:val="28"/>
          <w:szCs w:val="28"/>
        </w:rPr>
        <w:t xml:space="preserve"> </w:t>
      </w:r>
    </w:p>
    <w:p w:rsidR="0002014F" w:rsidRPr="00C73C59" w:rsidRDefault="0002014F" w:rsidP="009B7476">
      <w:pPr>
        <w:numPr>
          <w:ilvl w:val="0"/>
          <w:numId w:val="22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Всю ночь земля вязала кружевные узоры чтобы принарядилась земля.</w:t>
      </w:r>
    </w:p>
    <w:p w:rsidR="0002014F" w:rsidRDefault="0002014F" w:rsidP="00C73C59">
      <w:pPr>
        <w:rPr>
          <w:iCs/>
          <w:sz w:val="28"/>
          <w:szCs w:val="28"/>
        </w:rPr>
      </w:pPr>
    </w:p>
    <w:p w:rsidR="0002014F" w:rsidRDefault="0002014F" w:rsidP="00C73C59">
      <w:pPr>
        <w:rPr>
          <w:iCs/>
          <w:sz w:val="28"/>
          <w:szCs w:val="28"/>
        </w:rPr>
      </w:pPr>
    </w:p>
    <w:p w:rsidR="0002014F" w:rsidRPr="009B7476" w:rsidRDefault="0002014F" w:rsidP="00C73C59">
      <w:pPr>
        <w:pStyle w:val="ListParagraph"/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</w:p>
    <w:p w:rsidR="0002014F" w:rsidRPr="009B7476" w:rsidRDefault="0002014F" w:rsidP="00C73C59">
      <w:pPr>
        <w:pStyle w:val="ListParagraph"/>
        <w:ind w:left="0"/>
        <w:jc w:val="center"/>
        <w:rPr>
          <w:b/>
          <w:bCs/>
          <w:sz w:val="28"/>
          <w:szCs w:val="28"/>
          <w:u w:val="single"/>
        </w:rPr>
      </w:pPr>
    </w:p>
    <w:p w:rsidR="0002014F" w:rsidRDefault="0002014F" w:rsidP="00C73C59">
      <w:pPr>
        <w:pStyle w:val="ListParagraph"/>
        <w:ind w:left="0" w:firstLine="709"/>
        <w:jc w:val="both"/>
        <w:rPr>
          <w:bCs/>
          <w:sz w:val="28"/>
          <w:szCs w:val="28"/>
        </w:rPr>
      </w:pPr>
      <w:r w:rsidRPr="009B7476">
        <w:rPr>
          <w:b/>
          <w:bCs/>
          <w:sz w:val="28"/>
          <w:szCs w:val="28"/>
        </w:rPr>
        <w:t>Задание:</w:t>
      </w:r>
      <w:r w:rsidRPr="009B7476">
        <w:rPr>
          <w:bCs/>
          <w:sz w:val="28"/>
          <w:szCs w:val="28"/>
        </w:rPr>
        <w:t xml:space="preserve"> выполните синтаксический разбор предложений, объясните постановку знаков препинания, составьте схемы данных предложений.</w:t>
      </w:r>
    </w:p>
    <w:p w:rsidR="0002014F" w:rsidRDefault="0002014F" w:rsidP="00C73C59">
      <w:pPr>
        <w:rPr>
          <w:bCs/>
          <w:sz w:val="28"/>
          <w:szCs w:val="28"/>
        </w:rPr>
      </w:pPr>
    </w:p>
    <w:p w:rsidR="0002014F" w:rsidRPr="009B7476" w:rsidRDefault="0002014F" w:rsidP="00C73C59">
      <w:pPr>
        <w:numPr>
          <w:ilvl w:val="0"/>
          <w:numId w:val="23"/>
        </w:numPr>
        <w:ind w:left="0"/>
        <w:rPr>
          <w:sz w:val="28"/>
          <w:szCs w:val="28"/>
        </w:rPr>
      </w:pPr>
      <w:r w:rsidRPr="009B7476">
        <w:rPr>
          <w:iCs/>
          <w:sz w:val="28"/>
          <w:szCs w:val="28"/>
        </w:rPr>
        <w:t>В ярком золоте день утопает ручьи по оврагам шумят.</w:t>
      </w:r>
      <w:r w:rsidRPr="009B7476">
        <w:rPr>
          <w:sz w:val="28"/>
          <w:szCs w:val="28"/>
        </w:rPr>
        <w:t xml:space="preserve"> </w:t>
      </w:r>
    </w:p>
    <w:p w:rsidR="0002014F" w:rsidRPr="009B7476" w:rsidRDefault="0002014F" w:rsidP="00C73C59">
      <w:pPr>
        <w:numPr>
          <w:ilvl w:val="0"/>
          <w:numId w:val="23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Зацвели сады и вся земля в саду побелела от лепестков яблонь.</w:t>
      </w:r>
      <w:r w:rsidRPr="009B7476">
        <w:rPr>
          <w:sz w:val="28"/>
          <w:szCs w:val="28"/>
        </w:rPr>
        <w:t xml:space="preserve"> </w:t>
      </w:r>
    </w:p>
    <w:p w:rsidR="0002014F" w:rsidRPr="009B7476" w:rsidRDefault="0002014F" w:rsidP="00C73C59">
      <w:pPr>
        <w:numPr>
          <w:ilvl w:val="0"/>
          <w:numId w:val="23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Всю ночь земля вязала кружевные узоры чтобы принарядилась земля.</w:t>
      </w:r>
    </w:p>
    <w:p w:rsidR="0002014F" w:rsidRDefault="0002014F" w:rsidP="00C73C59">
      <w:pPr>
        <w:rPr>
          <w:bCs/>
          <w:sz w:val="28"/>
          <w:szCs w:val="28"/>
        </w:rPr>
      </w:pPr>
    </w:p>
    <w:p w:rsidR="0002014F" w:rsidRDefault="0002014F" w:rsidP="00C73C59">
      <w:pPr>
        <w:rPr>
          <w:bCs/>
          <w:sz w:val="28"/>
          <w:szCs w:val="28"/>
        </w:rPr>
      </w:pPr>
    </w:p>
    <w:p w:rsidR="0002014F" w:rsidRPr="009B7476" w:rsidRDefault="0002014F" w:rsidP="00C73C59">
      <w:pPr>
        <w:pStyle w:val="ListParagraph"/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</w:p>
    <w:p w:rsidR="0002014F" w:rsidRPr="009B7476" w:rsidRDefault="0002014F" w:rsidP="00C73C59">
      <w:pPr>
        <w:pStyle w:val="ListParagraph"/>
        <w:ind w:left="0"/>
        <w:jc w:val="center"/>
        <w:rPr>
          <w:b/>
          <w:bCs/>
          <w:sz w:val="28"/>
          <w:szCs w:val="28"/>
          <w:u w:val="single"/>
        </w:rPr>
      </w:pPr>
    </w:p>
    <w:p w:rsidR="0002014F" w:rsidRDefault="0002014F" w:rsidP="00C73C59">
      <w:pPr>
        <w:pStyle w:val="ListParagraph"/>
        <w:ind w:left="0" w:firstLine="709"/>
        <w:jc w:val="both"/>
        <w:rPr>
          <w:bCs/>
          <w:sz w:val="28"/>
          <w:szCs w:val="28"/>
        </w:rPr>
      </w:pPr>
      <w:r w:rsidRPr="009B7476">
        <w:rPr>
          <w:b/>
          <w:bCs/>
          <w:sz w:val="28"/>
          <w:szCs w:val="28"/>
        </w:rPr>
        <w:t>Задание:</w:t>
      </w:r>
      <w:r w:rsidRPr="009B7476">
        <w:rPr>
          <w:bCs/>
          <w:sz w:val="28"/>
          <w:szCs w:val="28"/>
        </w:rPr>
        <w:t xml:space="preserve"> выполните синтаксический разбор предложений, объясните постановку знаков препинания, составьте схемы данных предложений.</w:t>
      </w:r>
    </w:p>
    <w:p w:rsidR="0002014F" w:rsidRPr="009B7476" w:rsidRDefault="0002014F" w:rsidP="00C73C59">
      <w:pPr>
        <w:pStyle w:val="ListParagraph"/>
        <w:ind w:left="0" w:firstLine="709"/>
        <w:jc w:val="both"/>
        <w:rPr>
          <w:bCs/>
          <w:sz w:val="28"/>
          <w:szCs w:val="28"/>
        </w:rPr>
      </w:pPr>
    </w:p>
    <w:p w:rsidR="0002014F" w:rsidRPr="009B7476" w:rsidRDefault="0002014F" w:rsidP="00C73C59">
      <w:pPr>
        <w:numPr>
          <w:ilvl w:val="0"/>
          <w:numId w:val="24"/>
        </w:numPr>
        <w:ind w:left="0"/>
        <w:rPr>
          <w:sz w:val="28"/>
          <w:szCs w:val="28"/>
        </w:rPr>
      </w:pPr>
      <w:r w:rsidRPr="009B7476">
        <w:rPr>
          <w:iCs/>
          <w:sz w:val="28"/>
          <w:szCs w:val="28"/>
        </w:rPr>
        <w:t>В ярком золоте день утопает ручьи по оврагам шумят.</w:t>
      </w:r>
      <w:r w:rsidRPr="009B7476">
        <w:rPr>
          <w:sz w:val="28"/>
          <w:szCs w:val="28"/>
        </w:rPr>
        <w:t xml:space="preserve"> </w:t>
      </w:r>
    </w:p>
    <w:p w:rsidR="0002014F" w:rsidRPr="009B7476" w:rsidRDefault="0002014F" w:rsidP="00C73C59">
      <w:pPr>
        <w:numPr>
          <w:ilvl w:val="0"/>
          <w:numId w:val="24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Зацвели сады и вся земля в саду побелела от лепестков яблонь.</w:t>
      </w:r>
      <w:r w:rsidRPr="009B7476">
        <w:rPr>
          <w:sz w:val="28"/>
          <w:szCs w:val="28"/>
        </w:rPr>
        <w:t xml:space="preserve"> </w:t>
      </w:r>
    </w:p>
    <w:p w:rsidR="0002014F" w:rsidRPr="009B7476" w:rsidRDefault="0002014F" w:rsidP="00C73C59">
      <w:pPr>
        <w:numPr>
          <w:ilvl w:val="0"/>
          <w:numId w:val="24"/>
        </w:numPr>
        <w:ind w:left="0"/>
        <w:rPr>
          <w:bCs/>
          <w:sz w:val="28"/>
          <w:szCs w:val="28"/>
        </w:rPr>
      </w:pPr>
      <w:r w:rsidRPr="009B7476">
        <w:rPr>
          <w:iCs/>
          <w:sz w:val="28"/>
          <w:szCs w:val="28"/>
        </w:rPr>
        <w:t>Всю ночь земля вязала кружевные узоры чтобы принарядилась земля.</w:t>
      </w:r>
    </w:p>
    <w:p w:rsidR="0002014F" w:rsidRPr="009B7476" w:rsidRDefault="0002014F" w:rsidP="00C73C59">
      <w:pPr>
        <w:rPr>
          <w:bCs/>
          <w:sz w:val="28"/>
          <w:szCs w:val="28"/>
        </w:rPr>
      </w:pPr>
    </w:p>
    <w:p w:rsidR="0002014F" w:rsidRPr="009B7476" w:rsidRDefault="0002014F" w:rsidP="009B7476">
      <w:pPr>
        <w:pStyle w:val="ListParagraph"/>
        <w:ind w:left="0"/>
        <w:jc w:val="center"/>
        <w:rPr>
          <w:b/>
          <w:bCs/>
          <w:sz w:val="28"/>
          <w:szCs w:val="28"/>
          <w:u w:val="single"/>
        </w:rPr>
      </w:pPr>
    </w:p>
    <w:p w:rsidR="0002014F" w:rsidRPr="009B7476" w:rsidRDefault="0002014F" w:rsidP="009B7476">
      <w:pPr>
        <w:pStyle w:val="ListParagraph"/>
        <w:ind w:left="0"/>
        <w:jc w:val="center"/>
        <w:rPr>
          <w:b/>
          <w:bCs/>
          <w:sz w:val="28"/>
          <w:szCs w:val="28"/>
          <w:u w:val="single"/>
        </w:rPr>
      </w:pPr>
    </w:p>
    <w:sectPr w:rsidR="0002014F" w:rsidRPr="009B7476" w:rsidSect="00D36F46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4F" w:rsidRDefault="0002014F" w:rsidP="0045392B">
      <w:r>
        <w:separator/>
      </w:r>
    </w:p>
  </w:endnote>
  <w:endnote w:type="continuationSeparator" w:id="0">
    <w:p w:rsidR="0002014F" w:rsidRDefault="0002014F" w:rsidP="00453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4F" w:rsidRDefault="0002014F">
    <w:pPr>
      <w:pStyle w:val="Footer"/>
      <w:jc w:val="right"/>
    </w:pPr>
    <w:fldSimple w:instr=" PAGE   \* MERGEFORMAT ">
      <w:r>
        <w:rPr>
          <w:noProof/>
        </w:rPr>
        <w:t>10</w:t>
      </w:r>
    </w:fldSimple>
  </w:p>
  <w:p w:rsidR="0002014F" w:rsidRDefault="000201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4F" w:rsidRDefault="0002014F" w:rsidP="0045392B">
      <w:r>
        <w:separator/>
      </w:r>
    </w:p>
  </w:footnote>
  <w:footnote w:type="continuationSeparator" w:id="0">
    <w:p w:rsidR="0002014F" w:rsidRDefault="0002014F" w:rsidP="00453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14F" w:rsidRDefault="000201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A63"/>
    <w:multiLevelType w:val="hybridMultilevel"/>
    <w:tmpl w:val="AE5480CE"/>
    <w:lvl w:ilvl="0" w:tplc="FB6047B8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1">
    <w:nsid w:val="02B7469F"/>
    <w:multiLevelType w:val="multilevel"/>
    <w:tmpl w:val="16C85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041C34"/>
    <w:multiLevelType w:val="hybridMultilevel"/>
    <w:tmpl w:val="E9D2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9716B0"/>
    <w:multiLevelType w:val="hybridMultilevel"/>
    <w:tmpl w:val="057CE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744473"/>
    <w:multiLevelType w:val="hybridMultilevel"/>
    <w:tmpl w:val="17742A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9A0078"/>
    <w:multiLevelType w:val="hybridMultilevel"/>
    <w:tmpl w:val="3EFCB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A178A8"/>
    <w:multiLevelType w:val="hybridMultilevel"/>
    <w:tmpl w:val="277ABE44"/>
    <w:lvl w:ilvl="0" w:tplc="AAC4B0F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223C162D"/>
    <w:multiLevelType w:val="hybridMultilevel"/>
    <w:tmpl w:val="DC2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A42E24"/>
    <w:multiLevelType w:val="multilevel"/>
    <w:tmpl w:val="045690E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u w:val="none"/>
      </w:rPr>
    </w:lvl>
  </w:abstractNum>
  <w:abstractNum w:abstractNumId="9">
    <w:nsid w:val="2A9D789A"/>
    <w:multiLevelType w:val="hybridMultilevel"/>
    <w:tmpl w:val="2840ACDA"/>
    <w:lvl w:ilvl="0" w:tplc="9D265C9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C4592"/>
    <w:multiLevelType w:val="hybridMultilevel"/>
    <w:tmpl w:val="AC002F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042724"/>
    <w:multiLevelType w:val="hybridMultilevel"/>
    <w:tmpl w:val="2840ACDA"/>
    <w:lvl w:ilvl="0" w:tplc="9D265C9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C77BE6"/>
    <w:multiLevelType w:val="multilevel"/>
    <w:tmpl w:val="9C54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DB22489"/>
    <w:multiLevelType w:val="hybridMultilevel"/>
    <w:tmpl w:val="BFFCD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5553D3"/>
    <w:multiLevelType w:val="hybridMultilevel"/>
    <w:tmpl w:val="349837E4"/>
    <w:lvl w:ilvl="0" w:tplc="8938C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849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7095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3F670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369D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A4E7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1C40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9AB0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7068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12905A5"/>
    <w:multiLevelType w:val="multilevel"/>
    <w:tmpl w:val="8F12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685550"/>
    <w:multiLevelType w:val="hybridMultilevel"/>
    <w:tmpl w:val="C9B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8234A2"/>
    <w:multiLevelType w:val="multilevel"/>
    <w:tmpl w:val="587CE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18D1B66"/>
    <w:multiLevelType w:val="multilevel"/>
    <w:tmpl w:val="7ED67862"/>
    <w:lvl w:ilvl="0">
      <w:start w:val="1"/>
      <w:numFmt w:val="decimal"/>
      <w:lvlText w:val="%1."/>
      <w:lvlJc w:val="left"/>
      <w:pPr>
        <w:tabs>
          <w:tab w:val="num" w:pos="677"/>
        </w:tabs>
        <w:ind w:left="677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45F5950"/>
    <w:multiLevelType w:val="multilevel"/>
    <w:tmpl w:val="587CE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9013F0"/>
    <w:multiLevelType w:val="multilevel"/>
    <w:tmpl w:val="045690E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u w:val="none"/>
      </w:rPr>
    </w:lvl>
  </w:abstractNum>
  <w:abstractNum w:abstractNumId="21">
    <w:nsid w:val="6A0D5109"/>
    <w:multiLevelType w:val="hybridMultilevel"/>
    <w:tmpl w:val="2D3018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2235E6"/>
    <w:multiLevelType w:val="hybridMultilevel"/>
    <w:tmpl w:val="B6C089B4"/>
    <w:lvl w:ilvl="0" w:tplc="0419000F">
      <w:start w:val="1"/>
      <w:numFmt w:val="decimal"/>
      <w:lvlText w:val="%1."/>
      <w:lvlJc w:val="left"/>
      <w:pPr>
        <w:ind w:left="33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1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75" w:hanging="180"/>
      </w:pPr>
      <w:rPr>
        <w:rFonts w:cs="Times New Roman"/>
      </w:rPr>
    </w:lvl>
  </w:abstractNum>
  <w:abstractNum w:abstractNumId="23">
    <w:nsid w:val="7685214B"/>
    <w:multiLevelType w:val="hybridMultilevel"/>
    <w:tmpl w:val="7B4E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0C751F"/>
    <w:multiLevelType w:val="multilevel"/>
    <w:tmpl w:val="9C54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20"/>
  </w:num>
  <w:num w:numId="5">
    <w:abstractNumId w:val="6"/>
  </w:num>
  <w:num w:numId="6">
    <w:abstractNumId w:val="3"/>
  </w:num>
  <w:num w:numId="7">
    <w:abstractNumId w:val="0"/>
  </w:num>
  <w:num w:numId="8">
    <w:abstractNumId w:val="12"/>
  </w:num>
  <w:num w:numId="9">
    <w:abstractNumId w:val="24"/>
  </w:num>
  <w:num w:numId="10">
    <w:abstractNumId w:val="14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10"/>
  </w:num>
  <w:num w:numId="16">
    <w:abstractNumId w:val="7"/>
  </w:num>
  <w:num w:numId="17">
    <w:abstractNumId w:val="18"/>
  </w:num>
  <w:num w:numId="18">
    <w:abstractNumId w:val="19"/>
  </w:num>
  <w:num w:numId="19">
    <w:abstractNumId w:val="17"/>
  </w:num>
  <w:num w:numId="20">
    <w:abstractNumId w:val="15"/>
  </w:num>
  <w:num w:numId="21">
    <w:abstractNumId w:val="23"/>
  </w:num>
  <w:num w:numId="22">
    <w:abstractNumId w:val="4"/>
  </w:num>
  <w:num w:numId="23">
    <w:abstractNumId w:val="21"/>
  </w:num>
  <w:num w:numId="24">
    <w:abstractNumId w:val="2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690"/>
    <w:rsid w:val="00004D7E"/>
    <w:rsid w:val="00012DB2"/>
    <w:rsid w:val="000140C9"/>
    <w:rsid w:val="0002014F"/>
    <w:rsid w:val="00032107"/>
    <w:rsid w:val="0005480F"/>
    <w:rsid w:val="00054F5D"/>
    <w:rsid w:val="000712CA"/>
    <w:rsid w:val="0007456A"/>
    <w:rsid w:val="00080A11"/>
    <w:rsid w:val="000910B4"/>
    <w:rsid w:val="000A400C"/>
    <w:rsid w:val="000A63CB"/>
    <w:rsid w:val="000B5BBB"/>
    <w:rsid w:val="000B7C3E"/>
    <w:rsid w:val="000C657A"/>
    <w:rsid w:val="000D0395"/>
    <w:rsid w:val="000D4F49"/>
    <w:rsid w:val="000E51E3"/>
    <w:rsid w:val="00103535"/>
    <w:rsid w:val="0010355C"/>
    <w:rsid w:val="00105A32"/>
    <w:rsid w:val="001171EC"/>
    <w:rsid w:val="00135296"/>
    <w:rsid w:val="00135E37"/>
    <w:rsid w:val="00137D5B"/>
    <w:rsid w:val="00140E09"/>
    <w:rsid w:val="001719AF"/>
    <w:rsid w:val="001806F6"/>
    <w:rsid w:val="00181DEC"/>
    <w:rsid w:val="0018517E"/>
    <w:rsid w:val="00190E81"/>
    <w:rsid w:val="001A51BE"/>
    <w:rsid w:val="001D75F8"/>
    <w:rsid w:val="001E46AE"/>
    <w:rsid w:val="001F0D6B"/>
    <w:rsid w:val="001F1534"/>
    <w:rsid w:val="00212BD4"/>
    <w:rsid w:val="00221443"/>
    <w:rsid w:val="0023236F"/>
    <w:rsid w:val="0023339B"/>
    <w:rsid w:val="00235280"/>
    <w:rsid w:val="00236686"/>
    <w:rsid w:val="0026399E"/>
    <w:rsid w:val="0026619A"/>
    <w:rsid w:val="00267532"/>
    <w:rsid w:val="00270D3A"/>
    <w:rsid w:val="00287E66"/>
    <w:rsid w:val="00296A5A"/>
    <w:rsid w:val="002A1953"/>
    <w:rsid w:val="002A2665"/>
    <w:rsid w:val="002C6DD2"/>
    <w:rsid w:val="002D508F"/>
    <w:rsid w:val="00324020"/>
    <w:rsid w:val="003246D4"/>
    <w:rsid w:val="00343487"/>
    <w:rsid w:val="00353A8D"/>
    <w:rsid w:val="00357B2F"/>
    <w:rsid w:val="00391DE4"/>
    <w:rsid w:val="003A6BA4"/>
    <w:rsid w:val="003F16E8"/>
    <w:rsid w:val="004004E2"/>
    <w:rsid w:val="00414089"/>
    <w:rsid w:val="00414E9F"/>
    <w:rsid w:val="00432F16"/>
    <w:rsid w:val="00446DFD"/>
    <w:rsid w:val="00447F22"/>
    <w:rsid w:val="00451DD3"/>
    <w:rsid w:val="0045392B"/>
    <w:rsid w:val="00456E6D"/>
    <w:rsid w:val="0045704A"/>
    <w:rsid w:val="00462E52"/>
    <w:rsid w:val="00471EE5"/>
    <w:rsid w:val="004824D9"/>
    <w:rsid w:val="004A1C96"/>
    <w:rsid w:val="004D6915"/>
    <w:rsid w:val="004E1F61"/>
    <w:rsid w:val="004E6679"/>
    <w:rsid w:val="00500DA9"/>
    <w:rsid w:val="00500F7E"/>
    <w:rsid w:val="005017FC"/>
    <w:rsid w:val="005143DD"/>
    <w:rsid w:val="005837E7"/>
    <w:rsid w:val="005D0488"/>
    <w:rsid w:val="005D123F"/>
    <w:rsid w:val="005E06FF"/>
    <w:rsid w:val="005E7D93"/>
    <w:rsid w:val="0062656D"/>
    <w:rsid w:val="0064754B"/>
    <w:rsid w:val="00660AD7"/>
    <w:rsid w:val="0066179A"/>
    <w:rsid w:val="006708A5"/>
    <w:rsid w:val="0067374C"/>
    <w:rsid w:val="00674E26"/>
    <w:rsid w:val="006809EF"/>
    <w:rsid w:val="006B1E48"/>
    <w:rsid w:val="006D2085"/>
    <w:rsid w:val="006E0309"/>
    <w:rsid w:val="006E24D1"/>
    <w:rsid w:val="006E271F"/>
    <w:rsid w:val="006F1C26"/>
    <w:rsid w:val="00711180"/>
    <w:rsid w:val="00711B3D"/>
    <w:rsid w:val="00717A1D"/>
    <w:rsid w:val="007227CE"/>
    <w:rsid w:val="00725CB1"/>
    <w:rsid w:val="0073622C"/>
    <w:rsid w:val="007376A7"/>
    <w:rsid w:val="007456D3"/>
    <w:rsid w:val="007526CC"/>
    <w:rsid w:val="00782711"/>
    <w:rsid w:val="00791BB9"/>
    <w:rsid w:val="007C1690"/>
    <w:rsid w:val="007C572B"/>
    <w:rsid w:val="007C7752"/>
    <w:rsid w:val="007D7CEF"/>
    <w:rsid w:val="007F0723"/>
    <w:rsid w:val="007F1CAD"/>
    <w:rsid w:val="00804046"/>
    <w:rsid w:val="00815417"/>
    <w:rsid w:val="008215D5"/>
    <w:rsid w:val="008434C6"/>
    <w:rsid w:val="00880158"/>
    <w:rsid w:val="00880A72"/>
    <w:rsid w:val="00896F60"/>
    <w:rsid w:val="008C29EB"/>
    <w:rsid w:val="008C5D12"/>
    <w:rsid w:val="008C7472"/>
    <w:rsid w:val="008E0D90"/>
    <w:rsid w:val="0090450A"/>
    <w:rsid w:val="00920872"/>
    <w:rsid w:val="00934493"/>
    <w:rsid w:val="0094189D"/>
    <w:rsid w:val="00943E2A"/>
    <w:rsid w:val="00945E24"/>
    <w:rsid w:val="00951704"/>
    <w:rsid w:val="009659C2"/>
    <w:rsid w:val="0097201A"/>
    <w:rsid w:val="009738E3"/>
    <w:rsid w:val="009763B1"/>
    <w:rsid w:val="009805A7"/>
    <w:rsid w:val="00983183"/>
    <w:rsid w:val="009905C8"/>
    <w:rsid w:val="009958E5"/>
    <w:rsid w:val="009A2958"/>
    <w:rsid w:val="009A2E19"/>
    <w:rsid w:val="009B7476"/>
    <w:rsid w:val="009C6B1E"/>
    <w:rsid w:val="009D36EF"/>
    <w:rsid w:val="009F579E"/>
    <w:rsid w:val="00A07B5E"/>
    <w:rsid w:val="00A07D35"/>
    <w:rsid w:val="00A12216"/>
    <w:rsid w:val="00A13ED7"/>
    <w:rsid w:val="00A1460D"/>
    <w:rsid w:val="00A14C97"/>
    <w:rsid w:val="00A23F0E"/>
    <w:rsid w:val="00A25840"/>
    <w:rsid w:val="00A35258"/>
    <w:rsid w:val="00A4348A"/>
    <w:rsid w:val="00A4478E"/>
    <w:rsid w:val="00A65118"/>
    <w:rsid w:val="00A91989"/>
    <w:rsid w:val="00AA10BB"/>
    <w:rsid w:val="00AA5D29"/>
    <w:rsid w:val="00AB16D5"/>
    <w:rsid w:val="00AB322D"/>
    <w:rsid w:val="00AC06F3"/>
    <w:rsid w:val="00AC2D84"/>
    <w:rsid w:val="00AC6EF3"/>
    <w:rsid w:val="00AD6865"/>
    <w:rsid w:val="00AE18E1"/>
    <w:rsid w:val="00AF5892"/>
    <w:rsid w:val="00B20427"/>
    <w:rsid w:val="00B22558"/>
    <w:rsid w:val="00B40354"/>
    <w:rsid w:val="00B45F34"/>
    <w:rsid w:val="00B53914"/>
    <w:rsid w:val="00B562D6"/>
    <w:rsid w:val="00B63252"/>
    <w:rsid w:val="00B64144"/>
    <w:rsid w:val="00B71EC1"/>
    <w:rsid w:val="00B773B6"/>
    <w:rsid w:val="00B96E1B"/>
    <w:rsid w:val="00BA56C2"/>
    <w:rsid w:val="00BC7B87"/>
    <w:rsid w:val="00BD3343"/>
    <w:rsid w:val="00BD34A9"/>
    <w:rsid w:val="00BD4AFF"/>
    <w:rsid w:val="00BD610B"/>
    <w:rsid w:val="00BF4DA6"/>
    <w:rsid w:val="00C010F9"/>
    <w:rsid w:val="00C13689"/>
    <w:rsid w:val="00C32B77"/>
    <w:rsid w:val="00C34A61"/>
    <w:rsid w:val="00C35028"/>
    <w:rsid w:val="00C361DE"/>
    <w:rsid w:val="00C43B49"/>
    <w:rsid w:val="00C4414D"/>
    <w:rsid w:val="00C64DA2"/>
    <w:rsid w:val="00C73C59"/>
    <w:rsid w:val="00C90A11"/>
    <w:rsid w:val="00C97CAC"/>
    <w:rsid w:val="00CA11B4"/>
    <w:rsid w:val="00CB61E6"/>
    <w:rsid w:val="00CD1D65"/>
    <w:rsid w:val="00CE445E"/>
    <w:rsid w:val="00CF4F84"/>
    <w:rsid w:val="00CF558E"/>
    <w:rsid w:val="00D0712F"/>
    <w:rsid w:val="00D0798B"/>
    <w:rsid w:val="00D17E8B"/>
    <w:rsid w:val="00D22C0D"/>
    <w:rsid w:val="00D23DD3"/>
    <w:rsid w:val="00D36F46"/>
    <w:rsid w:val="00D53F28"/>
    <w:rsid w:val="00D54697"/>
    <w:rsid w:val="00D97265"/>
    <w:rsid w:val="00DA3FFD"/>
    <w:rsid w:val="00DA706B"/>
    <w:rsid w:val="00DB17FB"/>
    <w:rsid w:val="00DC41CB"/>
    <w:rsid w:val="00DD083E"/>
    <w:rsid w:val="00DF4E02"/>
    <w:rsid w:val="00E042C6"/>
    <w:rsid w:val="00E134EA"/>
    <w:rsid w:val="00E135DF"/>
    <w:rsid w:val="00E15A32"/>
    <w:rsid w:val="00E35CB0"/>
    <w:rsid w:val="00E447C3"/>
    <w:rsid w:val="00E50064"/>
    <w:rsid w:val="00E578D7"/>
    <w:rsid w:val="00E636FE"/>
    <w:rsid w:val="00E65E15"/>
    <w:rsid w:val="00E721CA"/>
    <w:rsid w:val="00E81EE1"/>
    <w:rsid w:val="00E948BC"/>
    <w:rsid w:val="00EA5CAD"/>
    <w:rsid w:val="00EA724F"/>
    <w:rsid w:val="00EB3CBE"/>
    <w:rsid w:val="00EB5B9B"/>
    <w:rsid w:val="00EE1EC3"/>
    <w:rsid w:val="00F12002"/>
    <w:rsid w:val="00F15366"/>
    <w:rsid w:val="00F252BB"/>
    <w:rsid w:val="00F270FB"/>
    <w:rsid w:val="00F3726F"/>
    <w:rsid w:val="00F40A4C"/>
    <w:rsid w:val="00F6332D"/>
    <w:rsid w:val="00F8147B"/>
    <w:rsid w:val="00FA6CA3"/>
    <w:rsid w:val="00FB164F"/>
    <w:rsid w:val="00FB19CE"/>
    <w:rsid w:val="00FB1DD9"/>
    <w:rsid w:val="00FC0AEB"/>
    <w:rsid w:val="00FC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90"/>
    <w:rPr>
      <w:rFonts w:ascii="Times New Roman" w:eastAsia="Times New Roman" w:hAnsi="Times New Roman"/>
      <w:color w:val="000000"/>
      <w:kern w:val="28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7C1690"/>
    <w:pPr>
      <w:spacing w:after="86"/>
      <w:outlineLvl w:val="0"/>
    </w:pPr>
    <w:rPr>
      <w:rFonts w:ascii="Arial" w:hAnsi="Arial" w:cs="Arial"/>
      <w:b/>
      <w:bCs/>
      <w:color w:val="199043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C6EF3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690"/>
    <w:rPr>
      <w:rFonts w:ascii="Arial" w:hAnsi="Arial" w:cs="Arial"/>
      <w:b/>
      <w:bCs/>
      <w:color w:val="199043"/>
      <w:kern w:val="28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40354"/>
    <w:rPr>
      <w:rFonts w:ascii="Cambria" w:hAnsi="Cambria" w:cs="Cambria"/>
      <w:b/>
      <w:bCs/>
      <w:color w:val="000000"/>
      <w:kern w:val="28"/>
      <w:sz w:val="26"/>
      <w:szCs w:val="26"/>
    </w:rPr>
  </w:style>
  <w:style w:type="paragraph" w:styleId="ListParagraph">
    <w:name w:val="List Paragraph"/>
    <w:basedOn w:val="Normal"/>
    <w:uiPriority w:val="99"/>
    <w:qFormat/>
    <w:rsid w:val="00447F2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03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3535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8434C6"/>
    <w:pPr>
      <w:spacing w:before="100" w:beforeAutospacing="1" w:after="100" w:afterAutospacing="1"/>
    </w:pPr>
    <w:rPr>
      <w:rFonts w:eastAsia="Calibri"/>
      <w:color w:val="auto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9A2E19"/>
    <w:rPr>
      <w:rFonts w:cs="Times New Roman"/>
      <w:b/>
      <w:bCs/>
    </w:rPr>
  </w:style>
  <w:style w:type="table" w:styleId="TableGrid">
    <w:name w:val="Table Grid"/>
    <w:basedOn w:val="TableNormal"/>
    <w:uiPriority w:val="99"/>
    <w:locked/>
    <w:rsid w:val="00032107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45392B"/>
    <w:rPr>
      <w:rFonts w:eastAsia="Times New Roman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5392B"/>
    <w:rPr>
      <w:rFonts w:eastAsia="Times New Roman" w:cs="Calibri"/>
      <w:sz w:val="22"/>
      <w:szCs w:val="22"/>
      <w:lang w:val="ru-RU" w:eastAsia="en-US" w:bidi="ar-SA"/>
    </w:rPr>
  </w:style>
  <w:style w:type="paragraph" w:styleId="Header">
    <w:name w:val="header"/>
    <w:basedOn w:val="Normal"/>
    <w:link w:val="HeaderChar"/>
    <w:uiPriority w:val="99"/>
    <w:semiHidden/>
    <w:rsid w:val="004539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392B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rsid w:val="0045392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92B"/>
    <w:rPr>
      <w:rFonts w:ascii="Times New Roman" w:hAnsi="Times New Roman" w:cs="Times New Roman"/>
      <w:color w:val="000000"/>
      <w:kern w:val="28"/>
      <w:sz w:val="20"/>
      <w:szCs w:val="20"/>
    </w:rPr>
  </w:style>
  <w:style w:type="character" w:styleId="Hyperlink">
    <w:name w:val="Hyperlink"/>
    <w:basedOn w:val="DefaultParagraphFont"/>
    <w:uiPriority w:val="99"/>
    <w:rsid w:val="00BC7B8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0464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6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6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6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69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71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1853</Words>
  <Characters>10566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Обобщающий урок по теме «Путешествие в Страну синтаксиса и пунктуации:</dc:title>
  <dc:subject/>
  <dc:creator>Teacher</dc:creator>
  <cp:keywords/>
  <dc:description/>
  <cp:lastModifiedBy>02</cp:lastModifiedBy>
  <cp:revision>2</cp:revision>
  <cp:lastPrinted>2016-01-26T17:29:00Z</cp:lastPrinted>
  <dcterms:created xsi:type="dcterms:W3CDTF">2016-04-20T09:27:00Z</dcterms:created>
  <dcterms:modified xsi:type="dcterms:W3CDTF">2016-04-20T09:27:00Z</dcterms:modified>
</cp:coreProperties>
</file>